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D804" w14:textId="77777777" w:rsidR="002C7842" w:rsidRPr="002C7842" w:rsidRDefault="002C7842" w:rsidP="00A03830">
      <w:pPr>
        <w:tabs>
          <w:tab w:val="left" w:pos="360"/>
        </w:tabs>
        <w:spacing w:after="240"/>
        <w:jc w:val="both"/>
        <w:rPr>
          <w:rFonts w:ascii="Averta PE" w:hAnsi="Averta PE" w:cs="Arial"/>
          <w:iCs/>
          <w:sz w:val="22"/>
          <w:szCs w:val="22"/>
          <w:lang w:val="bg-BG"/>
        </w:rPr>
      </w:pPr>
    </w:p>
    <w:p w14:paraId="6C3D1CFD" w14:textId="77777777" w:rsidR="002C7842" w:rsidRPr="001619DA" w:rsidRDefault="002C7842" w:rsidP="00A03830">
      <w:pPr>
        <w:tabs>
          <w:tab w:val="left" w:pos="360"/>
        </w:tabs>
        <w:spacing w:after="240"/>
        <w:jc w:val="both"/>
        <w:rPr>
          <w:rFonts w:ascii="Averta PE" w:hAnsi="Averta PE"/>
          <w:b/>
          <w:bCs/>
          <w:color w:val="003781"/>
          <w:sz w:val="44"/>
          <w:szCs w:val="44"/>
          <w:lang w:val="bg-BG"/>
        </w:rPr>
      </w:pPr>
      <w:r w:rsidRPr="001619DA">
        <w:rPr>
          <w:rFonts w:ascii="Averta PE" w:hAnsi="Averta PE" w:cs="Calibri"/>
          <w:b/>
          <w:color w:val="0070C0"/>
          <w:sz w:val="44"/>
          <w:szCs w:val="44"/>
        </w:rPr>
        <w:t>ВЪПРОСНИК</w:t>
      </w:r>
      <w:r w:rsidRPr="001619DA">
        <w:rPr>
          <w:rFonts w:ascii="Averta PE" w:hAnsi="Averta PE"/>
          <w:b/>
          <w:bCs/>
          <w:color w:val="003781"/>
          <w:sz w:val="44"/>
          <w:szCs w:val="44"/>
          <w:lang w:val="bg-BG"/>
        </w:rPr>
        <w:t xml:space="preserve"> </w:t>
      </w:r>
      <w:r w:rsidRPr="001619DA">
        <w:rPr>
          <w:rFonts w:ascii="Averta PE" w:hAnsi="Averta PE"/>
          <w:b/>
          <w:bCs/>
          <w:color w:val="003781"/>
          <w:sz w:val="44"/>
          <w:szCs w:val="44"/>
          <w:lang w:val="bg-BG"/>
        </w:rPr>
        <w:br/>
        <w:t>към компания-кандидат за доставчик</w:t>
      </w:r>
    </w:p>
    <w:p w14:paraId="7F8E198E" w14:textId="77777777" w:rsidR="00804C8B" w:rsidRPr="002C7842" w:rsidRDefault="00804C8B" w:rsidP="00A03830">
      <w:pPr>
        <w:tabs>
          <w:tab w:val="left" w:pos="360"/>
        </w:tabs>
        <w:spacing w:after="240"/>
        <w:jc w:val="both"/>
        <w:rPr>
          <w:rFonts w:ascii="Averta PE" w:hAnsi="Averta PE" w:cs="Arial"/>
          <w:sz w:val="22"/>
          <w:szCs w:val="22"/>
          <w:lang w:val="bg-BG"/>
        </w:rPr>
      </w:pPr>
      <w:r w:rsidRPr="002C7842">
        <w:rPr>
          <w:rFonts w:ascii="Averta PE" w:hAnsi="Averta PE" w:cs="Arial"/>
          <w:iCs/>
          <w:sz w:val="22"/>
          <w:szCs w:val="22"/>
          <w:lang w:val="bg-BG"/>
        </w:rPr>
        <w:t>Моля</w:t>
      </w:r>
      <w:r w:rsidR="002D42CA" w:rsidRPr="002C7842">
        <w:rPr>
          <w:rFonts w:ascii="Averta PE" w:hAnsi="Averta PE" w:cs="Arial"/>
          <w:iCs/>
          <w:sz w:val="22"/>
          <w:szCs w:val="22"/>
          <w:lang w:val="ru-RU"/>
        </w:rPr>
        <w:t>,</w:t>
      </w:r>
      <w:r w:rsidRPr="002C7842">
        <w:rPr>
          <w:rFonts w:ascii="Averta PE" w:hAnsi="Averta PE" w:cs="Arial"/>
          <w:iCs/>
          <w:sz w:val="22"/>
          <w:szCs w:val="22"/>
          <w:lang w:val="bg-BG"/>
        </w:rPr>
        <w:t xml:space="preserve"> отговорете от името на компанията, която представлявате </w:t>
      </w:r>
      <w:r w:rsidRPr="002C7842">
        <w:rPr>
          <w:rFonts w:ascii="Averta PE" w:hAnsi="Averta PE" w:cs="Arial"/>
          <w:iCs/>
          <w:sz w:val="22"/>
          <w:szCs w:val="22"/>
          <w:lang w:val="ru-RU"/>
        </w:rPr>
        <w:t>(</w:t>
      </w:r>
      <w:r w:rsidRPr="002C7842">
        <w:rPr>
          <w:rFonts w:ascii="Averta PE" w:hAnsi="Averta PE" w:cs="Arial"/>
          <w:iCs/>
          <w:sz w:val="22"/>
          <w:szCs w:val="22"/>
        </w:rPr>
        <w:t>K</w:t>
      </w:r>
      <w:proofErr w:type="spellStart"/>
      <w:r w:rsidRPr="002C7842">
        <w:rPr>
          <w:rFonts w:ascii="Averta PE" w:hAnsi="Averta PE" w:cs="Arial"/>
          <w:iCs/>
          <w:sz w:val="22"/>
          <w:szCs w:val="22"/>
          <w:lang w:val="bg-BG"/>
        </w:rPr>
        <w:t>омпанията</w:t>
      </w:r>
      <w:proofErr w:type="spellEnd"/>
      <w:r w:rsidRPr="002C7842">
        <w:rPr>
          <w:rFonts w:ascii="Averta PE" w:hAnsi="Averta PE" w:cs="Arial"/>
          <w:iCs/>
          <w:sz w:val="22"/>
          <w:szCs w:val="22"/>
          <w:lang w:val="bg-BG"/>
        </w:rPr>
        <w:t>)</w:t>
      </w:r>
      <w:r w:rsidR="002D42CA" w:rsidRPr="002C7842">
        <w:rPr>
          <w:rFonts w:ascii="Averta PE" w:hAnsi="Averta PE" w:cs="Arial"/>
          <w:iCs/>
          <w:sz w:val="22"/>
          <w:szCs w:val="22"/>
          <w:lang w:val="ru-RU"/>
        </w:rPr>
        <w:t>,</w:t>
      </w:r>
      <w:r w:rsidRPr="002C7842">
        <w:rPr>
          <w:rFonts w:ascii="Averta PE" w:hAnsi="Averta PE" w:cs="Arial"/>
          <w:sz w:val="22"/>
          <w:szCs w:val="22"/>
          <w:lang w:val="bg-BG"/>
        </w:rPr>
        <w:t xml:space="preserve"> </w:t>
      </w:r>
      <w:r w:rsidR="00C305C6" w:rsidRPr="002C7842">
        <w:rPr>
          <w:rFonts w:ascii="Averta PE" w:hAnsi="Averta PE" w:cs="Arial"/>
          <w:iCs/>
          <w:sz w:val="22"/>
          <w:szCs w:val="22"/>
          <w:lang w:val="bg-BG"/>
        </w:rPr>
        <w:t>на всички 1</w:t>
      </w:r>
      <w:r w:rsidR="002C7842">
        <w:rPr>
          <w:rFonts w:ascii="Averta PE" w:hAnsi="Averta PE" w:cs="Arial"/>
          <w:iCs/>
          <w:sz w:val="22"/>
          <w:szCs w:val="22"/>
          <w:lang w:val="ru-RU"/>
        </w:rPr>
        <w:t>6</w:t>
      </w:r>
      <w:r w:rsidR="00C305C6" w:rsidRPr="002C7842">
        <w:rPr>
          <w:rFonts w:ascii="Averta PE" w:hAnsi="Averta PE" w:cs="Arial"/>
          <w:iCs/>
          <w:sz w:val="22"/>
          <w:szCs w:val="22"/>
          <w:lang w:val="bg-BG"/>
        </w:rPr>
        <w:t xml:space="preserve"> въпрос</w:t>
      </w:r>
      <w:r w:rsidR="00873E21" w:rsidRPr="002C7842">
        <w:rPr>
          <w:rFonts w:ascii="Averta PE" w:hAnsi="Averta PE" w:cs="Arial"/>
          <w:iCs/>
          <w:sz w:val="22"/>
          <w:szCs w:val="22"/>
          <w:lang w:val="bg-BG"/>
        </w:rPr>
        <w:t>а</w:t>
      </w:r>
      <w:r w:rsidR="00C305C6" w:rsidRPr="002C7842">
        <w:rPr>
          <w:rFonts w:ascii="Averta PE" w:hAnsi="Averta PE" w:cs="Arial"/>
          <w:iCs/>
          <w:sz w:val="22"/>
          <w:szCs w:val="22"/>
          <w:lang w:val="bg-BG"/>
        </w:rPr>
        <w:t xml:space="preserve">. </w:t>
      </w:r>
      <w:r w:rsidRPr="002C7842">
        <w:rPr>
          <w:rFonts w:ascii="Averta PE" w:hAnsi="Averta PE" w:cs="Arial"/>
          <w:iCs/>
          <w:sz w:val="22"/>
          <w:szCs w:val="22"/>
          <w:lang w:val="ru-RU"/>
        </w:rPr>
        <w:t xml:space="preserve">Дружествата от групата на </w:t>
      </w:r>
      <w:r w:rsidRPr="002C7842">
        <w:rPr>
          <w:rFonts w:ascii="Averta PE" w:hAnsi="Averta PE"/>
          <w:sz w:val="22"/>
          <w:szCs w:val="22"/>
          <w:lang w:val="bg-BG"/>
        </w:rPr>
        <w:t>„</w:t>
      </w:r>
      <w:r w:rsidRPr="002C7842">
        <w:rPr>
          <w:rFonts w:ascii="Averta PE" w:hAnsi="Averta PE" w:cs="Arial"/>
          <w:iCs/>
          <w:sz w:val="22"/>
          <w:szCs w:val="22"/>
          <w:lang w:val="ru-RU"/>
        </w:rPr>
        <w:t>Алианц България Холдинг</w:t>
      </w:r>
      <w:r w:rsidRPr="002C7842">
        <w:rPr>
          <w:rFonts w:ascii="Averta PE" w:hAnsi="Averta PE"/>
          <w:sz w:val="22"/>
          <w:szCs w:val="22"/>
          <w:lang w:val="bg-BG"/>
        </w:rPr>
        <w:t xml:space="preserve">” </w:t>
      </w:r>
      <w:r w:rsidRPr="002C7842">
        <w:rPr>
          <w:rFonts w:ascii="Averta PE" w:hAnsi="Averta PE" w:cs="Arial"/>
          <w:iCs/>
          <w:sz w:val="22"/>
          <w:szCs w:val="22"/>
          <w:lang w:val="ru-RU"/>
        </w:rPr>
        <w:t>АД, техните служители и ръководство използват посочената от Вас информация единствено за целите на конкретния конкурс, във връзка с който настоящият въпросник е представен на Вашето внимание. Поверителността е гарантирана.</w:t>
      </w:r>
      <w:r w:rsidR="00396ECB" w:rsidRPr="002C7842">
        <w:rPr>
          <w:rFonts w:ascii="Averta PE" w:hAnsi="Averta PE" w:cs="Arial"/>
          <w:iCs/>
          <w:sz w:val="22"/>
          <w:szCs w:val="22"/>
          <w:lang w:val="ru-RU"/>
        </w:rPr>
        <w:t xml:space="preserve"> </w:t>
      </w:r>
    </w:p>
    <w:tbl>
      <w:tblPr>
        <w:tblW w:w="14296" w:type="dxa"/>
        <w:tblBorders>
          <w:top w:val="single" w:sz="2" w:space="0" w:color="DFEFF2"/>
          <w:left w:val="single" w:sz="2" w:space="0" w:color="DFEFF2"/>
          <w:bottom w:val="single" w:sz="2" w:space="0" w:color="DFEFF2"/>
          <w:right w:val="single" w:sz="2" w:space="0" w:color="DFEFF2"/>
          <w:insideH w:val="single" w:sz="6" w:space="0" w:color="DFEFF2"/>
          <w:insideV w:val="single" w:sz="6" w:space="0" w:color="DFEFF2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851"/>
        <w:gridCol w:w="1701"/>
        <w:gridCol w:w="3118"/>
        <w:gridCol w:w="1572"/>
      </w:tblGrid>
      <w:tr w:rsidR="00F2117C" w:rsidRPr="002C7842" w14:paraId="71210541" w14:textId="77777777" w:rsidTr="002C7842">
        <w:trPr>
          <w:trHeight w:val="452"/>
        </w:trPr>
        <w:tc>
          <w:tcPr>
            <w:tcW w:w="5495" w:type="dxa"/>
            <w:tcBorders>
              <w:top w:val="single" w:sz="2" w:space="0" w:color="DFEFF2"/>
            </w:tcBorders>
            <w:vAlign w:val="center"/>
          </w:tcPr>
          <w:p w14:paraId="09776256" w14:textId="77777777" w:rsidR="00D852CF" w:rsidRPr="002C7842" w:rsidRDefault="00D852CF" w:rsidP="002C7842">
            <w:pPr>
              <w:tabs>
                <w:tab w:val="left" w:pos="360"/>
              </w:tabs>
              <w:ind w:right="176"/>
              <w:jc w:val="right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>Официално наименование на Компанията</w:t>
            </w:r>
          </w:p>
        </w:tc>
        <w:tc>
          <w:tcPr>
            <w:tcW w:w="8801" w:type="dxa"/>
            <w:gridSpan w:val="5"/>
            <w:tcBorders>
              <w:top w:val="single" w:sz="2" w:space="0" w:color="DFEFF2"/>
              <w:bottom w:val="single" w:sz="6" w:space="0" w:color="DFEFF2"/>
            </w:tcBorders>
            <w:shd w:val="clear" w:color="auto" w:fill="DFEFF2"/>
            <w:vAlign w:val="center"/>
          </w:tcPr>
          <w:p w14:paraId="4404398F" w14:textId="77777777" w:rsidR="00D852CF" w:rsidRPr="002C7842" w:rsidRDefault="00D852CF" w:rsidP="007170FD">
            <w:pPr>
              <w:tabs>
                <w:tab w:val="left" w:pos="360"/>
              </w:tabs>
              <w:jc w:val="right"/>
              <w:rPr>
                <w:rFonts w:ascii="Averta PE" w:hAnsi="Averta PE" w:cs="Arial"/>
                <w:color w:val="003781"/>
                <w:sz w:val="22"/>
                <w:szCs w:val="22"/>
                <w:lang w:val="bg-BG"/>
              </w:rPr>
            </w:pPr>
          </w:p>
        </w:tc>
      </w:tr>
      <w:tr w:rsidR="00F2117C" w:rsidRPr="002C7842" w14:paraId="18804255" w14:textId="77777777" w:rsidTr="002C7842">
        <w:trPr>
          <w:trHeight w:val="501"/>
        </w:trPr>
        <w:tc>
          <w:tcPr>
            <w:tcW w:w="5495" w:type="dxa"/>
            <w:vAlign w:val="center"/>
          </w:tcPr>
          <w:p w14:paraId="1AD37472" w14:textId="77777777" w:rsidR="00D852CF" w:rsidRPr="002C7842" w:rsidRDefault="00D852CF" w:rsidP="002C7842">
            <w:pPr>
              <w:tabs>
                <w:tab w:val="left" w:pos="360"/>
              </w:tabs>
              <w:ind w:right="176"/>
              <w:jc w:val="right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ru-RU"/>
              </w:rPr>
              <w:t>Лице за контакт с Алианц България</w:t>
            </w:r>
          </w:p>
        </w:tc>
        <w:tc>
          <w:tcPr>
            <w:tcW w:w="8801" w:type="dxa"/>
            <w:gridSpan w:val="5"/>
            <w:tcBorders>
              <w:top w:val="single" w:sz="6" w:space="0" w:color="DFEFF2"/>
              <w:bottom w:val="dashSmallGap" w:sz="2" w:space="0" w:color="DFEFF2"/>
            </w:tcBorders>
            <w:shd w:val="clear" w:color="auto" w:fill="DFEFF2"/>
            <w:vAlign w:val="center"/>
          </w:tcPr>
          <w:p w14:paraId="3D26E732" w14:textId="77777777" w:rsidR="00D852CF" w:rsidRPr="002C7842" w:rsidRDefault="00D852CF" w:rsidP="007170FD">
            <w:pPr>
              <w:tabs>
                <w:tab w:val="left" w:pos="360"/>
              </w:tabs>
              <w:jc w:val="right"/>
              <w:rPr>
                <w:rFonts w:ascii="Averta PE" w:hAnsi="Averta PE" w:cs="Arial"/>
                <w:color w:val="003781"/>
                <w:sz w:val="22"/>
                <w:szCs w:val="22"/>
                <w:lang w:val="bg-BG"/>
              </w:rPr>
            </w:pPr>
          </w:p>
        </w:tc>
      </w:tr>
      <w:tr w:rsidR="00F2117C" w:rsidRPr="002C7842" w14:paraId="2D2B80CC" w14:textId="77777777" w:rsidTr="002C7842">
        <w:trPr>
          <w:trHeight w:val="523"/>
        </w:trPr>
        <w:tc>
          <w:tcPr>
            <w:tcW w:w="5495" w:type="dxa"/>
            <w:vAlign w:val="center"/>
          </w:tcPr>
          <w:p w14:paraId="0B7D7034" w14:textId="77777777" w:rsidR="00D852CF" w:rsidRPr="002C7842" w:rsidRDefault="00D852CF" w:rsidP="002C7842">
            <w:pPr>
              <w:tabs>
                <w:tab w:val="left" w:pos="360"/>
              </w:tabs>
              <w:ind w:right="176"/>
              <w:jc w:val="right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 xml:space="preserve">Лице за контакт </w:t>
            </w:r>
            <w:r w:rsidR="00554DB6"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>о</w:t>
            </w: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>т</w:t>
            </w:r>
            <w:r w:rsidR="00554DB6"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 xml:space="preserve"> страна на</w:t>
            </w: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 xml:space="preserve"> Алианц</w:t>
            </w:r>
            <w:r w:rsidR="002C7842"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 xml:space="preserve"> </w:t>
            </w:r>
            <w:r w:rsidRPr="002C7842"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  <w:t>България</w:t>
            </w:r>
          </w:p>
        </w:tc>
        <w:tc>
          <w:tcPr>
            <w:tcW w:w="8801" w:type="dxa"/>
            <w:gridSpan w:val="5"/>
            <w:tcBorders>
              <w:top w:val="dashSmallGap" w:sz="2" w:space="0" w:color="DFEFF2"/>
            </w:tcBorders>
            <w:shd w:val="clear" w:color="auto" w:fill="DFEFF2"/>
            <w:vAlign w:val="center"/>
          </w:tcPr>
          <w:p w14:paraId="66462CA4" w14:textId="77777777" w:rsidR="00D852CF" w:rsidRPr="002C7842" w:rsidRDefault="00D852CF" w:rsidP="007170FD">
            <w:pPr>
              <w:tabs>
                <w:tab w:val="left" w:pos="360"/>
              </w:tabs>
              <w:jc w:val="right"/>
              <w:rPr>
                <w:rFonts w:ascii="Averta PE" w:hAnsi="Averta PE" w:cs="Arial"/>
                <w:color w:val="003781"/>
                <w:sz w:val="22"/>
                <w:szCs w:val="22"/>
                <w:lang w:val="bg-BG"/>
              </w:rPr>
            </w:pPr>
          </w:p>
        </w:tc>
      </w:tr>
      <w:tr w:rsidR="00554DB6" w:rsidRPr="002C7842" w14:paraId="518FBFC3" w14:textId="77777777" w:rsidTr="002C7842">
        <w:trPr>
          <w:trHeight w:val="567"/>
        </w:trPr>
        <w:tc>
          <w:tcPr>
            <w:tcW w:w="5495" w:type="dxa"/>
            <w:vAlign w:val="center"/>
          </w:tcPr>
          <w:p w14:paraId="78F8D731" w14:textId="77777777" w:rsidR="00554DB6" w:rsidRPr="002C7842" w:rsidRDefault="00554DB6" w:rsidP="002C7842">
            <w:pPr>
              <w:tabs>
                <w:tab w:val="left" w:pos="360"/>
              </w:tabs>
              <w:ind w:right="176"/>
              <w:jc w:val="right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b/>
                <w:bCs/>
                <w:iCs/>
                <w:color w:val="1F497D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shd w:val="clear" w:color="auto" w:fill="DFEFF2"/>
            <w:vAlign w:val="center"/>
          </w:tcPr>
          <w:p w14:paraId="7D645EC5" w14:textId="77777777" w:rsidR="00554DB6" w:rsidRPr="002C7842" w:rsidRDefault="00554DB6" w:rsidP="007170FD">
            <w:pPr>
              <w:tabs>
                <w:tab w:val="left" w:pos="360"/>
              </w:tabs>
              <w:jc w:val="right"/>
              <w:rPr>
                <w:rFonts w:ascii="Averta PE" w:hAnsi="Averta PE" w:cs="Arial"/>
                <w:color w:val="003781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vAlign w:val="center"/>
          </w:tcPr>
          <w:p w14:paraId="0E94A208" w14:textId="77777777" w:rsidR="00554DB6" w:rsidRPr="002C7842" w:rsidRDefault="00554DB6" w:rsidP="006951EA">
            <w:pPr>
              <w:tabs>
                <w:tab w:val="left" w:pos="360"/>
              </w:tabs>
              <w:jc w:val="center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b/>
                <w:bCs/>
                <w:iCs/>
                <w:color w:val="1F497D"/>
                <w:sz w:val="22"/>
                <w:szCs w:val="22"/>
                <w:lang w:val="bg-BG"/>
              </w:rPr>
              <w:t>Дата</w:t>
            </w:r>
          </w:p>
        </w:tc>
        <w:tc>
          <w:tcPr>
            <w:tcW w:w="1701" w:type="dxa"/>
            <w:tcBorders>
              <w:bottom w:val="single" w:sz="6" w:space="0" w:color="DFEFF2"/>
            </w:tcBorders>
            <w:shd w:val="clear" w:color="auto" w:fill="DFEFF2"/>
            <w:vAlign w:val="bottom"/>
          </w:tcPr>
          <w:p w14:paraId="7718C71F" w14:textId="77777777" w:rsidR="00554DB6" w:rsidRPr="002C7842" w:rsidRDefault="006951EA" w:rsidP="006951EA">
            <w:pPr>
              <w:tabs>
                <w:tab w:val="left" w:pos="360"/>
              </w:tabs>
              <w:jc w:val="center"/>
              <w:rPr>
                <w:rFonts w:ascii="Averta PE" w:hAnsi="Averta PE" w:cs="Arial"/>
                <w:i/>
                <w:color w:val="1F497D"/>
                <w:sz w:val="22"/>
                <w:szCs w:val="22"/>
                <w:lang w:val="bg-BG"/>
              </w:rPr>
            </w:pPr>
            <w:proofErr w:type="spellStart"/>
            <w:r w:rsidRPr="002C7842">
              <w:rPr>
                <w:rFonts w:ascii="Averta PE" w:hAnsi="Averta PE" w:cs="Arial"/>
                <w:i/>
                <w:color w:val="1F497D"/>
                <w:sz w:val="22"/>
                <w:szCs w:val="22"/>
                <w:lang w:val="bg-BG"/>
              </w:rPr>
              <w:t>дд.мм.гггг</w:t>
            </w:r>
            <w:proofErr w:type="spellEnd"/>
          </w:p>
        </w:tc>
        <w:tc>
          <w:tcPr>
            <w:tcW w:w="3118" w:type="dxa"/>
            <w:tcBorders>
              <w:bottom w:val="single" w:sz="6" w:space="0" w:color="DFEFF2"/>
            </w:tcBorders>
            <w:vAlign w:val="center"/>
          </w:tcPr>
          <w:p w14:paraId="0C9BF5A3" w14:textId="77777777" w:rsidR="00554DB6" w:rsidRPr="002C7842" w:rsidRDefault="00554DB6" w:rsidP="002C7842">
            <w:pPr>
              <w:tabs>
                <w:tab w:val="left" w:pos="360"/>
              </w:tabs>
              <w:ind w:right="176"/>
              <w:jc w:val="center"/>
              <w:rPr>
                <w:rFonts w:ascii="Averta PE" w:hAnsi="Averta PE" w:cs="Arial"/>
                <w:b/>
                <w:bCs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b/>
                <w:bCs/>
                <w:iCs/>
                <w:color w:val="1F497D"/>
                <w:sz w:val="22"/>
                <w:szCs w:val="22"/>
                <w:lang w:val="bg-BG"/>
              </w:rPr>
              <w:t>Попълнил/а въпросника</w:t>
            </w:r>
          </w:p>
        </w:tc>
        <w:tc>
          <w:tcPr>
            <w:tcW w:w="1572" w:type="dxa"/>
            <w:shd w:val="clear" w:color="auto" w:fill="DFEFF2"/>
            <w:vAlign w:val="bottom"/>
          </w:tcPr>
          <w:p w14:paraId="562B2DFA" w14:textId="77777777" w:rsidR="00554DB6" w:rsidRPr="002C7842" w:rsidRDefault="006951EA" w:rsidP="006951EA">
            <w:pPr>
              <w:tabs>
                <w:tab w:val="left" w:pos="360"/>
              </w:tabs>
              <w:jc w:val="right"/>
              <w:rPr>
                <w:rFonts w:ascii="Averta PE" w:hAnsi="Averta PE" w:cs="Arial"/>
                <w:i/>
                <w:color w:val="1F497D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i/>
                <w:iCs/>
                <w:color w:val="1F497D"/>
                <w:sz w:val="22"/>
                <w:szCs w:val="22"/>
                <w:lang w:val="bg-BG"/>
              </w:rPr>
              <w:t>(подпис)</w:t>
            </w:r>
          </w:p>
        </w:tc>
      </w:tr>
      <w:tr w:rsidR="00A03830" w:rsidRPr="002C7842" w14:paraId="651D8D4F" w14:textId="77777777" w:rsidTr="002C7842">
        <w:trPr>
          <w:cantSplit/>
          <w:trHeight w:val="227"/>
        </w:trPr>
        <w:tc>
          <w:tcPr>
            <w:tcW w:w="14296" w:type="dxa"/>
            <w:gridSpan w:val="6"/>
            <w:vAlign w:val="center"/>
          </w:tcPr>
          <w:p w14:paraId="12BC83EB" w14:textId="77777777" w:rsidR="00A03830" w:rsidRPr="002C7842" w:rsidRDefault="00A03830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07A93BDE" w14:textId="77777777" w:rsidTr="002C7842">
        <w:trPr>
          <w:cantSplit/>
          <w:trHeight w:val="574"/>
        </w:trPr>
        <w:tc>
          <w:tcPr>
            <w:tcW w:w="9606" w:type="dxa"/>
            <w:gridSpan w:val="4"/>
            <w:vAlign w:val="center"/>
          </w:tcPr>
          <w:p w14:paraId="39C2FFB8" w14:textId="77777777" w:rsidR="00D852CF" w:rsidRPr="002C7842" w:rsidRDefault="00396ECB" w:rsidP="00343CB0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1.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В коя държава е регистрирана </w:t>
            </w:r>
            <w:r w:rsidR="00D852CF" w:rsidRPr="002C7842">
              <w:rPr>
                <w:rFonts w:ascii="Averta PE" w:hAnsi="Averta PE" w:cs="Arial"/>
                <w:sz w:val="22"/>
                <w:szCs w:val="22"/>
              </w:rPr>
              <w:t>K</w:t>
            </w:r>
            <w:proofErr w:type="spellStart"/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омпаният</w:t>
            </w:r>
            <w:r w:rsidR="00343CB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</w:t>
            </w:r>
            <w:proofErr w:type="spellEnd"/>
            <w:r w:rsidR="00343CB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08D8FE87" w14:textId="77777777" w:rsidR="007170FD" w:rsidRPr="002C7842" w:rsidRDefault="007170FD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7658DE11" w14:textId="77777777" w:rsidTr="002C7842">
        <w:trPr>
          <w:cantSplit/>
          <w:trHeight w:val="720"/>
        </w:trPr>
        <w:tc>
          <w:tcPr>
            <w:tcW w:w="9606" w:type="dxa"/>
            <w:gridSpan w:val="4"/>
            <w:vAlign w:val="center"/>
          </w:tcPr>
          <w:p w14:paraId="026A5752" w14:textId="77777777" w:rsidR="00D852CF" w:rsidRPr="002C7842" w:rsidRDefault="00396ECB" w:rsidP="00646355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2.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Вашата </w:t>
            </w:r>
            <w:r w:rsidR="00D852CF" w:rsidRPr="002C7842">
              <w:rPr>
                <w:rFonts w:ascii="Averta PE" w:hAnsi="Averta PE" w:cs="Arial"/>
                <w:sz w:val="22"/>
                <w:szCs w:val="22"/>
              </w:rPr>
              <w:t>K</w:t>
            </w:r>
            <w:proofErr w:type="spellStart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омпания</w:t>
            </w:r>
            <w:proofErr w:type="spellEnd"/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или компанията, която е неин собственик, до края на веригата на собственост, листва ли се на фондова борса?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посочете на коя борса.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44A48396" w14:textId="77777777" w:rsidR="00D852CF" w:rsidRPr="002C7842" w:rsidRDefault="00D852CF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0780C4CF" w14:textId="77777777" w:rsidTr="002C7842">
        <w:trPr>
          <w:cantSplit/>
          <w:trHeight w:val="1255"/>
        </w:trPr>
        <w:tc>
          <w:tcPr>
            <w:tcW w:w="9606" w:type="dxa"/>
            <w:gridSpan w:val="4"/>
            <w:vAlign w:val="center"/>
          </w:tcPr>
          <w:p w14:paraId="4A4C3B72" w14:textId="77777777" w:rsidR="00D852CF" w:rsidRPr="002C7842" w:rsidRDefault="00396ECB" w:rsidP="00396ECB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3.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Вашата </w:t>
            </w:r>
            <w:r w:rsidR="00D852CF" w:rsidRPr="002C7842">
              <w:rPr>
                <w:rFonts w:ascii="Averta PE" w:hAnsi="Averta PE" w:cs="Arial"/>
                <w:sz w:val="22"/>
                <w:szCs w:val="22"/>
              </w:rPr>
              <w:t>K</w:t>
            </w:r>
            <w:proofErr w:type="spellStart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омпания</w:t>
            </w:r>
            <w:proofErr w:type="spellEnd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има ли действаща Антикорупционна политика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или д</w:t>
            </w:r>
            <w:proofErr w:type="spellStart"/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руги</w:t>
            </w:r>
            <w:proofErr w:type="spellEnd"/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антикорупционни стандарти 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(напр.</w:t>
            </w:r>
            <w:r w:rsidR="00E77027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, но не само: </w:t>
            </w:r>
            <w:r w:rsidR="00F2117C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антикорупционна програма, 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указания за подаръци и развлечения)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?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моля</w:t>
            </w:r>
            <w:r w:rsidR="002B0033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,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посочете къде и как би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хме могли </w:t>
            </w:r>
            <w:r w:rsidR="002B0033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да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получ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им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повече информация по темата 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(напр. </w:t>
            </w:r>
            <w:r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на 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интернет</w:t>
            </w:r>
            <w:r w:rsidR="002B0033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 </w:t>
            </w:r>
            <w:r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страницата Ви?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)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.</w:t>
            </w:r>
            <w:r w:rsidR="00D852CF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69915542" w14:textId="77777777" w:rsidR="00D852CF" w:rsidRPr="002C7842" w:rsidRDefault="00D852CF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3229747C" w14:textId="77777777" w:rsidTr="002C7842">
        <w:trPr>
          <w:cantSplit/>
          <w:trHeight w:val="3251"/>
        </w:trPr>
        <w:tc>
          <w:tcPr>
            <w:tcW w:w="9606" w:type="dxa"/>
            <w:gridSpan w:val="4"/>
            <w:vAlign w:val="center"/>
          </w:tcPr>
          <w:p w14:paraId="720AE807" w14:textId="77777777" w:rsidR="00D852CF" w:rsidRPr="002C7842" w:rsidRDefault="00396ECB" w:rsidP="006E55E1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lastRenderedPageBreak/>
              <w:t xml:space="preserve">4.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Компанията Ви била ли е обект на наказания или глоби за нарушаване на законодателството срещу подкупничеството и/или срещу корупцията</w:t>
            </w:r>
            <w:r w:rsidR="00E36D8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,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EA51FE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и/или срещу измама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, и/или към момента има ли действащи административни и/или наказателни процедури и/или разследвания и/или влезли в сила присъди за нарушаване на закон срещу подкупничеството и/или срещу корупцията</w:t>
            </w:r>
            <w:r w:rsidR="000F738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, и/или срещу измама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 отношение на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: а)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Вашата 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Компания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, или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б)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Коя да е компания до края на веригата на собственост и/или управление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, или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в)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Който и да е представител, пълномощник, директор и/или друго лице с управленски 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функции на посочените в а) и б)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като част от задълженията им, свързани с 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К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омпанията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моля</w:t>
            </w:r>
            <w:r w:rsidR="002B0033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,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посочете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по ясен и разбираем начин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информация по случаите и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последващите действия от страна на компанията Ви за отстраняване на проблемите. 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Случаите приключени ли са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?</w:t>
            </w:r>
            <w:r w:rsidR="00D852CF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2774428A" w14:textId="77777777" w:rsidR="00D852CF" w:rsidRPr="002C7842" w:rsidRDefault="00D852CF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C1216C" w:rsidRPr="002C7842" w14:paraId="320E0B70" w14:textId="77777777" w:rsidTr="002C7842">
        <w:trPr>
          <w:cantSplit/>
          <w:trHeight w:val="1833"/>
        </w:trPr>
        <w:tc>
          <w:tcPr>
            <w:tcW w:w="9606" w:type="dxa"/>
            <w:gridSpan w:val="4"/>
            <w:vAlign w:val="center"/>
          </w:tcPr>
          <w:p w14:paraId="7B669667" w14:textId="77777777" w:rsidR="00C1216C" w:rsidRPr="002C7842" w:rsidRDefault="00C1216C" w:rsidP="00C1216C">
            <w:pPr>
              <w:pStyle w:val="ListParagraph"/>
              <w:ind w:left="0"/>
              <w:rPr>
                <w:rFonts w:ascii="Averta PE" w:hAnsi="Averta PE" w:cs="Arial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5. Вашата </w:t>
            </w:r>
            <w:r w:rsidRPr="002C7842">
              <w:rPr>
                <w:rFonts w:ascii="Averta PE" w:hAnsi="Averta PE" w:cs="Arial"/>
                <w:sz w:val="22"/>
                <w:szCs w:val="22"/>
              </w:rPr>
              <w:t>K</w:t>
            </w:r>
            <w:proofErr w:type="spellStart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омпания</w:t>
            </w:r>
            <w:proofErr w:type="spellEnd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има ли действаща Антитръст политика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или д</w:t>
            </w:r>
            <w:proofErr w:type="spellStart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руги</w:t>
            </w:r>
            <w:proofErr w:type="spellEnd"/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антитръст стандарти </w:t>
            </w:r>
            <w:r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(напр., но не само: антитръст програма, указания за съответствие с антитръстовото законодателство)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? Ако „Да“, моля, посочете къде и как бихме могли да получим повече информация по темата </w:t>
            </w:r>
            <w:r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(напр. на интернет страницата Ви?)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.</w:t>
            </w:r>
          </w:p>
          <w:p w14:paraId="29A4FA0F" w14:textId="77777777" w:rsidR="00C1216C" w:rsidRPr="002C7842" w:rsidRDefault="00C1216C" w:rsidP="006E55E1">
            <w:pPr>
              <w:rPr>
                <w:rFonts w:ascii="Averta PE" w:hAnsi="Averta PE" w:cs="Arial"/>
                <w:sz w:val="22"/>
                <w:szCs w:val="22"/>
                <w:lang w:val="bg-BG"/>
              </w:rPr>
            </w:pP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3919E90B" w14:textId="77777777" w:rsidR="00C1216C" w:rsidRPr="002C7842" w:rsidRDefault="00C1216C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C1216C" w:rsidRPr="002C7842" w14:paraId="7D754951" w14:textId="77777777" w:rsidTr="002C7842">
        <w:trPr>
          <w:cantSplit/>
          <w:trHeight w:val="3251"/>
        </w:trPr>
        <w:tc>
          <w:tcPr>
            <w:tcW w:w="9606" w:type="dxa"/>
            <w:gridSpan w:val="4"/>
            <w:vAlign w:val="center"/>
          </w:tcPr>
          <w:p w14:paraId="5FD98341" w14:textId="77777777" w:rsidR="00C1216C" w:rsidRPr="002C7842" w:rsidRDefault="00C1216C" w:rsidP="00C1216C">
            <w:pPr>
              <w:pStyle w:val="ListParagraph"/>
              <w:ind w:left="0"/>
              <w:rPr>
                <w:rFonts w:ascii="Averta PE" w:hAnsi="Averta PE"/>
                <w:sz w:val="22"/>
                <w:szCs w:val="22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6. Компанията Ви (или други компании от вашата икономическа група) била(и) ли е(са) обект на наказания или глоби за нарушаване на законодателството за защита на конкуренцията, и/или към момента има ли действащи административни и/или наказателни процедури и/или разследвания и/или влезли в сила присъди за нарушаване на законодателството на Република България или ЕС за защита на конкуренцията по отношение на: а) Вашата Компания, или б) Коя да е компания до края на веригата на собственост и/или управление, или в) Който и да е представител, пълномощник, директор и/или друго лице с управленски функции на посочените в а) и б) като част от задълженията им, свързани с Компанията. Ако „Да“,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моля, 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посочете 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по ясен и разбираем начин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информация по случаите и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последващите действия от страна на компанията Ви за отстраняване на проблемите. 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Случаите приключени ли са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?</w:t>
            </w:r>
          </w:p>
          <w:p w14:paraId="368D3DF7" w14:textId="77777777" w:rsidR="00C1216C" w:rsidRPr="002C7842" w:rsidRDefault="00C1216C" w:rsidP="006E55E1">
            <w:pPr>
              <w:rPr>
                <w:rFonts w:ascii="Averta PE" w:hAnsi="Averta PE" w:cs="Arial"/>
                <w:sz w:val="22"/>
                <w:szCs w:val="22"/>
                <w:lang w:val="bg-BG"/>
              </w:rPr>
            </w:pP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638EEF0A" w14:textId="77777777" w:rsidR="00C1216C" w:rsidRPr="002C7842" w:rsidRDefault="00C1216C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A03830" w:rsidRPr="002C7842" w14:paraId="1DB81FE7" w14:textId="77777777" w:rsidTr="002C7842">
        <w:trPr>
          <w:cantSplit/>
          <w:trHeight w:val="693"/>
        </w:trPr>
        <w:tc>
          <w:tcPr>
            <w:tcW w:w="9606" w:type="dxa"/>
            <w:gridSpan w:val="4"/>
            <w:vAlign w:val="center"/>
          </w:tcPr>
          <w:p w14:paraId="178A9DD7" w14:textId="77777777" w:rsidR="00A03830" w:rsidRPr="002C7842" w:rsidRDefault="00C1216C" w:rsidP="00D827A8">
            <w:pPr>
              <w:rPr>
                <w:rFonts w:ascii="Averta PE" w:hAnsi="Averta PE" w:cs="Arial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7</w:t>
            </w:r>
            <w:r w:rsidR="00396ECB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48257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За изпълнение на ангажиментите </w:t>
            </w:r>
            <w:r w:rsidR="00D827A8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по отношение на</w:t>
            </w:r>
            <w:r w:rsidR="0048257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A0383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потенциалния договор с Алианц Компанията Ви ще бъде ли в директен контакт с „държавни служители“* </w:t>
            </w:r>
            <w:r w:rsidR="00A03830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(напр., но не само</w:t>
            </w:r>
            <w:r w:rsidR="00E77027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:</w:t>
            </w:r>
            <w:r w:rsidR="00A03830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 за да получи лиценз</w:t>
            </w:r>
            <w:r w:rsidR="00E77027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 и пр.</w:t>
            </w:r>
            <w:r w:rsidR="00A03830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)</w:t>
            </w:r>
            <w:r w:rsidR="00A0383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?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A03830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посочете детайли.</w:t>
            </w:r>
            <w:r w:rsidR="00A03830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3BD60CDC" w14:textId="77777777" w:rsidR="00A03830" w:rsidRPr="002C7842" w:rsidRDefault="00A03830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A03830" w:rsidRPr="002C7842" w14:paraId="67D3EC34" w14:textId="77777777" w:rsidTr="002C7842">
        <w:trPr>
          <w:cantSplit/>
          <w:trHeight w:val="1272"/>
        </w:trPr>
        <w:tc>
          <w:tcPr>
            <w:tcW w:w="14296" w:type="dxa"/>
            <w:gridSpan w:val="6"/>
            <w:vAlign w:val="center"/>
          </w:tcPr>
          <w:p w14:paraId="3BAC9B70" w14:textId="77777777" w:rsidR="00A03830" w:rsidRPr="002C7842" w:rsidRDefault="00E77027" w:rsidP="007170FD">
            <w:pPr>
              <w:rPr>
                <w:rFonts w:ascii="Averta PE" w:hAnsi="Averta PE" w:cs="Arial"/>
                <w:i/>
                <w:sz w:val="22"/>
                <w:szCs w:val="22"/>
                <w:lang w:val="ru-RU"/>
              </w:rPr>
            </w:pPr>
            <w:r w:rsidRPr="001619DA">
              <w:rPr>
                <w:rFonts w:ascii="Averta PE" w:hAnsi="Averta PE" w:cs="Arial"/>
                <w:sz w:val="22"/>
                <w:szCs w:val="22"/>
                <w:u w:val="single"/>
                <w:lang w:val="ru-RU"/>
              </w:rPr>
              <w:lastRenderedPageBreak/>
              <w:t xml:space="preserve">* </w:t>
            </w:r>
            <w:r w:rsidR="00A03830" w:rsidRPr="001619DA">
              <w:rPr>
                <w:rFonts w:ascii="Averta PE" w:hAnsi="Averta PE" w:cs="Arial"/>
                <w:sz w:val="22"/>
                <w:szCs w:val="22"/>
                <w:u w:val="single"/>
                <w:lang w:val="ru-RU"/>
              </w:rPr>
              <w:t xml:space="preserve">Дефиниция на понятието </w:t>
            </w:r>
            <w:r w:rsidR="00A03830" w:rsidRPr="001619DA">
              <w:rPr>
                <w:rFonts w:ascii="Averta PE" w:hAnsi="Averta PE"/>
                <w:sz w:val="22"/>
                <w:szCs w:val="22"/>
                <w:u w:val="single"/>
                <w:lang w:val="bg-BG"/>
              </w:rPr>
              <w:t>„</w:t>
            </w:r>
            <w:r w:rsidR="00A03830" w:rsidRPr="001619DA">
              <w:rPr>
                <w:rFonts w:ascii="Averta PE" w:hAnsi="Averta PE" w:cs="Arial"/>
                <w:sz w:val="22"/>
                <w:szCs w:val="22"/>
                <w:u w:val="single"/>
                <w:lang w:val="ru-RU"/>
              </w:rPr>
              <w:t>държавен служител</w:t>
            </w:r>
            <w:r w:rsidR="00A03830" w:rsidRPr="001619DA">
              <w:rPr>
                <w:rFonts w:ascii="Averta PE" w:hAnsi="Averta PE"/>
                <w:sz w:val="22"/>
                <w:szCs w:val="22"/>
                <w:u w:val="single"/>
                <w:lang w:val="bg-BG"/>
              </w:rPr>
              <w:t>”</w:t>
            </w:r>
            <w:r w:rsidR="00A03830" w:rsidRPr="001619DA">
              <w:rPr>
                <w:rFonts w:ascii="Averta PE" w:hAnsi="Averta PE" w:cs="Arial"/>
                <w:sz w:val="22"/>
                <w:szCs w:val="22"/>
                <w:u w:val="single"/>
                <w:lang w:val="ru-RU"/>
              </w:rPr>
              <w:t xml:space="preserve"> за целите на въпросника:</w:t>
            </w:r>
            <w:r w:rsidR="00A03830" w:rsidRPr="001619DA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</w:t>
            </w:r>
            <w:r w:rsidR="00A03830" w:rsidRPr="001619DA">
              <w:rPr>
                <w:rFonts w:ascii="Averta PE" w:hAnsi="Averta PE"/>
                <w:sz w:val="22"/>
                <w:szCs w:val="22"/>
                <w:lang w:val="bg-BG"/>
              </w:rPr>
              <w:t>Всеки, който работи в официално лично качество за или в полза на притежавани от държавата или контролирани от държавата юридически лица, държавни институции, агенции, политически партии, партийни функционери, политически кандидати, или за публични международни организации на ниво „правителства” (</w:t>
            </w:r>
            <w:r w:rsidR="00A03830" w:rsidRPr="001619DA">
              <w:rPr>
                <w:rFonts w:ascii="Averta PE" w:hAnsi="Averta PE"/>
                <w:i/>
                <w:iCs/>
                <w:sz w:val="22"/>
                <w:szCs w:val="22"/>
                <w:lang w:val="bg-BG"/>
              </w:rPr>
              <w:t>напр. ООН, ЕС, МВФ, Световната банка</w:t>
            </w:r>
            <w:r w:rsidR="00A03830" w:rsidRPr="001619DA">
              <w:rPr>
                <w:rFonts w:ascii="Averta PE" w:hAnsi="Averta PE"/>
                <w:sz w:val="22"/>
                <w:szCs w:val="22"/>
                <w:lang w:val="bg-BG"/>
              </w:rPr>
              <w:t>). Това може да включва и консултанти, които са на управленски позиции в публичния сектор или местното/държавното управление, служители на компании, притежавани или контролирани от правителства, от лица на официална длъжност в политически партии и подобни, и/или служители на държавни агенции. Понятието включва както местни така и чуждестранни лица, както и най-близките членове на семействата им (родители, съпрузи, деца, братя и сестри), както и всички други лица, които разчитат на материалната подкрепа от посочените лица.</w:t>
            </w:r>
            <w:r w:rsidR="00396ECB" w:rsidRPr="002C7842">
              <w:rPr>
                <w:rFonts w:ascii="Averta PE" w:hAnsi="Averta PE"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F2117C" w:rsidRPr="002C7842" w14:paraId="6E1D2CD7" w14:textId="77777777" w:rsidTr="002C7842">
        <w:trPr>
          <w:cantSplit/>
          <w:trHeight w:val="989"/>
        </w:trPr>
        <w:tc>
          <w:tcPr>
            <w:tcW w:w="9606" w:type="dxa"/>
            <w:gridSpan w:val="4"/>
            <w:vAlign w:val="center"/>
          </w:tcPr>
          <w:p w14:paraId="481982E6" w14:textId="77777777" w:rsidR="00733DB3" w:rsidRPr="002C7842" w:rsidRDefault="00C1216C" w:rsidP="00646355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8</w:t>
            </w:r>
            <w:r w:rsidR="00396ECB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733DB3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Има ли във Вашата Компания лица с управленски и представителни функции или други директно свързани с договора с Алианц служители, които да представляват „държавни служители”?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733DB3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моля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,</w:t>
            </w:r>
            <w:r w:rsidR="00733DB3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посочете детайли.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15BF7CA3" w14:textId="77777777" w:rsidR="00733DB3" w:rsidRPr="002C7842" w:rsidRDefault="00733DB3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70250389" w14:textId="77777777" w:rsidTr="002C7842">
        <w:trPr>
          <w:cantSplit/>
          <w:trHeight w:val="972"/>
        </w:trPr>
        <w:tc>
          <w:tcPr>
            <w:tcW w:w="9606" w:type="dxa"/>
            <w:gridSpan w:val="4"/>
            <w:vAlign w:val="center"/>
          </w:tcPr>
          <w:p w14:paraId="704E13B6" w14:textId="77777777" w:rsidR="007170FD" w:rsidRPr="002C7842" w:rsidRDefault="00C1216C" w:rsidP="00646355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9</w:t>
            </w:r>
            <w:r w:rsidR="00396ECB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Имате ли намерение да използвате подизпълнители във връзка с потенциалния договор с Алианц?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пот</w:t>
            </w:r>
            <w:r w:rsidR="00231F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върдете по недвусмислен начин, ч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е нямате съмнения в техния интегритет.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7E5724A0" w14:textId="77777777" w:rsidR="007170FD" w:rsidRPr="002C7842" w:rsidRDefault="007170FD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4CB04FCE" w14:textId="77777777" w:rsidTr="002C7842">
        <w:trPr>
          <w:cantSplit/>
          <w:trHeight w:val="974"/>
        </w:trPr>
        <w:tc>
          <w:tcPr>
            <w:tcW w:w="9606" w:type="dxa"/>
            <w:gridSpan w:val="4"/>
            <w:vAlign w:val="center"/>
          </w:tcPr>
          <w:p w14:paraId="570590E2" w14:textId="77777777" w:rsidR="007170FD" w:rsidRPr="002C7842" w:rsidRDefault="00C1216C" w:rsidP="00F2117C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10</w:t>
            </w:r>
            <w:r w:rsidR="00396ECB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Що се отнася до потенциалния договор с Алианц, действате ли като представител на консорциум?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„Да“,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посочете останалите компании от консорциума и 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потвърдете по недвусмислен начин, че нямате съмнения в интегритета </w:t>
            </w:r>
            <w:r w:rsidR="00F2117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им.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0B942085" w14:textId="77777777" w:rsidR="007170FD" w:rsidRPr="002C7842" w:rsidRDefault="007170FD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3014B27C" w14:textId="77777777" w:rsidTr="002C7842">
        <w:trPr>
          <w:cantSplit/>
          <w:trHeight w:val="1273"/>
        </w:trPr>
        <w:tc>
          <w:tcPr>
            <w:tcW w:w="9606" w:type="dxa"/>
            <w:gridSpan w:val="4"/>
            <w:vAlign w:val="center"/>
          </w:tcPr>
          <w:p w14:paraId="22F2623C" w14:textId="77777777" w:rsidR="007170FD" w:rsidRPr="002C7842" w:rsidRDefault="00C1216C" w:rsidP="00E77027">
            <w:pPr>
              <w:rPr>
                <w:rFonts w:ascii="Averta PE" w:hAnsi="Averta PE" w:cs="Arial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11</w:t>
            </w:r>
            <w:r w:rsidR="00396ECB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. 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Компанията, която представлявате има ли връзка със служители, ръководители или агенти на дружество от групата на „Алианц България Холдинг” АД? </w:t>
            </w:r>
            <w:r w:rsidR="007170FD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(</w:t>
            </w:r>
            <w:r w:rsidR="00E77027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н</w:t>
            </w:r>
            <w:r w:rsidR="007170FD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апр</w:t>
            </w:r>
            <w:r w:rsidR="00E77027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>., но не само</w:t>
            </w:r>
            <w:r w:rsidR="007170FD" w:rsidRPr="002C7842">
              <w:rPr>
                <w:rFonts w:ascii="Averta PE" w:hAnsi="Averta PE" w:cs="Arial"/>
                <w:i/>
                <w:sz w:val="22"/>
                <w:szCs w:val="22"/>
                <w:lang w:val="bg-BG"/>
              </w:rPr>
              <w:t xml:space="preserve">: те или членове на техните семейства са собственици/притежават дял от представляваната от Вас компания.) 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Ако Да“,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моля</w:t>
            </w:r>
            <w:r w:rsidR="00646355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,</w:t>
            </w:r>
            <w:r w:rsidR="007170FD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посочете подробности.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47AF6DD0" w14:textId="77777777" w:rsidR="007170FD" w:rsidRPr="002C7842" w:rsidRDefault="007170FD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391DC1F4" w14:textId="77777777" w:rsidTr="002C7842">
        <w:trPr>
          <w:cantSplit/>
          <w:trHeight w:val="698"/>
        </w:trPr>
        <w:tc>
          <w:tcPr>
            <w:tcW w:w="9606" w:type="dxa"/>
            <w:gridSpan w:val="4"/>
            <w:vAlign w:val="center"/>
          </w:tcPr>
          <w:p w14:paraId="2510046F" w14:textId="77777777" w:rsidR="00162A3A" w:rsidRPr="002C7842" w:rsidRDefault="00C1216C" w:rsidP="00162A3A">
            <w:pPr>
              <w:rPr>
                <w:rFonts w:ascii="Averta PE" w:hAnsi="Averta PE" w:cs="Arial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12</w:t>
            </w:r>
            <w:r w:rsidR="00162A3A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. </w:t>
            </w:r>
            <w:r w:rsidR="00162A3A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За целите на изпълнение на договора с някое от дружествата от групата на „Алианц България Холдинг, компанията, която представлявате ще обработва ли лични данни?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7286D171" w14:textId="77777777" w:rsidR="00F2117C" w:rsidRPr="002C7842" w:rsidRDefault="00F2117C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F2117C" w:rsidRPr="002C7842" w14:paraId="57C659B3" w14:textId="77777777" w:rsidTr="002C7842">
        <w:trPr>
          <w:cantSplit/>
          <w:trHeight w:val="608"/>
        </w:trPr>
        <w:tc>
          <w:tcPr>
            <w:tcW w:w="9606" w:type="dxa"/>
            <w:gridSpan w:val="4"/>
          </w:tcPr>
          <w:p w14:paraId="45A688AE" w14:textId="77777777" w:rsidR="00162A3A" w:rsidRPr="002C7842" w:rsidRDefault="00162A3A" w:rsidP="00162A3A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1</w:t>
            </w:r>
            <w:r w:rsidR="00C1216C" w:rsidRPr="002C7842">
              <w:rPr>
                <w:rFonts w:ascii="Averta PE" w:hAnsi="Averta PE" w:cs="Arial"/>
                <w:sz w:val="22"/>
                <w:szCs w:val="22"/>
                <w:lang w:val="bg-BG"/>
              </w:rPr>
              <w:t>3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.</w:t>
            </w:r>
            <w:r w:rsidRPr="002C7842">
              <w:rPr>
                <w:rFonts w:ascii="Averta PE" w:hAnsi="Averta PE" w:cs="Arial"/>
                <w:sz w:val="22"/>
                <w:szCs w:val="22"/>
                <w:lang w:val="bg-BG"/>
              </w:rPr>
              <w:t xml:space="preserve"> Ако отговорът на предходния въпрос е ДА, имате ли приета политика за защита на личните данни?</w:t>
            </w: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20D6494A" w14:textId="77777777" w:rsidR="007170FD" w:rsidRPr="002C7842" w:rsidRDefault="007170FD" w:rsidP="007170FD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162A3A" w:rsidRPr="002C7842" w14:paraId="7B03E473" w14:textId="77777777" w:rsidTr="002C7842">
        <w:trPr>
          <w:cantSplit/>
          <w:trHeight w:val="834"/>
        </w:trPr>
        <w:tc>
          <w:tcPr>
            <w:tcW w:w="9606" w:type="dxa"/>
            <w:gridSpan w:val="4"/>
            <w:vAlign w:val="center"/>
          </w:tcPr>
          <w:p w14:paraId="6F6BFC3F" w14:textId="77777777" w:rsidR="00162A3A" w:rsidRPr="002C7842" w:rsidRDefault="00C1216C" w:rsidP="00162A3A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 w:cs="Arial"/>
                <w:sz w:val="22"/>
                <w:szCs w:val="22"/>
                <w:lang w:val="ru-RU"/>
              </w:rPr>
              <w:t>14</w:t>
            </w:r>
            <w:r w:rsidR="00162A3A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. Компанията Ви има </w:t>
            </w:r>
            <w:r w:rsidR="00231FFD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ли </w:t>
            </w:r>
            <w:r w:rsidR="00162A3A" w:rsidRPr="002C7842">
              <w:rPr>
                <w:rFonts w:ascii="Averta PE" w:hAnsi="Averta PE" w:cs="Arial"/>
                <w:sz w:val="22"/>
                <w:szCs w:val="22"/>
                <w:lang w:val="ru-RU"/>
              </w:rPr>
              <w:t xml:space="preserve">процедура за приемане и разглеждане на оплаквания от клиенти и трети лица?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1CB8DD06" w14:textId="77777777" w:rsidR="00162A3A" w:rsidRPr="002C7842" w:rsidRDefault="00162A3A" w:rsidP="00E300F8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162A3A" w:rsidRPr="002C7842" w14:paraId="45F92D7D" w14:textId="77777777" w:rsidTr="002C7842">
        <w:trPr>
          <w:cantSplit/>
          <w:trHeight w:val="834"/>
        </w:trPr>
        <w:tc>
          <w:tcPr>
            <w:tcW w:w="9606" w:type="dxa"/>
            <w:gridSpan w:val="4"/>
            <w:vAlign w:val="center"/>
          </w:tcPr>
          <w:p w14:paraId="5F601599" w14:textId="77777777" w:rsidR="00162A3A" w:rsidRPr="002C7842" w:rsidRDefault="00C1216C" w:rsidP="00162A3A">
            <w:pPr>
              <w:rPr>
                <w:rFonts w:ascii="Averta PE" w:hAnsi="Averta PE"/>
                <w:sz w:val="22"/>
                <w:szCs w:val="22"/>
                <w:lang w:val="ru-RU"/>
              </w:rPr>
            </w:pPr>
            <w:r w:rsidRPr="002C7842">
              <w:rPr>
                <w:rFonts w:ascii="Averta PE" w:hAnsi="Averta PE"/>
                <w:sz w:val="22"/>
                <w:szCs w:val="22"/>
                <w:lang w:val="bg-BG"/>
              </w:rPr>
              <w:lastRenderedPageBreak/>
              <w:t>15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>. Без отношение към конкретния конкурс, Компанията Ви притежава ли</w:t>
            </w:r>
            <w:r w:rsidR="00162A3A" w:rsidRPr="002C7842">
              <w:rPr>
                <w:rFonts w:ascii="Averta PE" w:hAnsi="Averta PE"/>
                <w:sz w:val="22"/>
                <w:szCs w:val="22"/>
                <w:lang w:val="ru-RU"/>
              </w:rPr>
              <w:t xml:space="preserve"> сертификати, за които бихте искали да ни информирате, 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>за</w:t>
            </w:r>
            <w:r w:rsidR="00162A3A" w:rsidRPr="002C7842">
              <w:rPr>
                <w:rFonts w:ascii="Averta PE" w:hAnsi="Averta PE"/>
                <w:sz w:val="22"/>
                <w:szCs w:val="22"/>
                <w:lang w:val="ru-RU"/>
              </w:rPr>
              <w:t xml:space="preserve"> да придобием представа 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>за нивото Ви на</w:t>
            </w:r>
            <w:r w:rsidR="00162A3A" w:rsidRPr="002C7842">
              <w:rPr>
                <w:rFonts w:ascii="Averta PE" w:hAnsi="Averta PE"/>
                <w:sz w:val="22"/>
                <w:szCs w:val="22"/>
                <w:lang w:val="ru-RU"/>
              </w:rPr>
              <w:t xml:space="preserve"> съответствие с определени изисквания, добрите практики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 xml:space="preserve"> </w:t>
            </w:r>
            <w:r w:rsidR="00162A3A" w:rsidRPr="002C7842">
              <w:rPr>
                <w:rFonts w:ascii="Averta PE" w:hAnsi="Averta PE"/>
                <w:sz w:val="22"/>
                <w:szCs w:val="22"/>
                <w:lang w:val="ru-RU"/>
              </w:rPr>
              <w:t xml:space="preserve">и репутацията 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>Ви?</w:t>
            </w:r>
            <w:r w:rsidR="00162A3A" w:rsidRPr="002C7842">
              <w:rPr>
                <w:rFonts w:ascii="Averta PE" w:hAnsi="Averta PE"/>
                <w:sz w:val="22"/>
                <w:szCs w:val="22"/>
                <w:lang w:val="ru-RU"/>
              </w:rPr>
              <w:t xml:space="preserve"> 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ru-RU"/>
              </w:rPr>
              <w:t>(напр.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bg-BG"/>
              </w:rPr>
              <w:t>, но не само: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ru-RU"/>
              </w:rPr>
              <w:t xml:space="preserve"> за опазване на околната среда, за устойчиво развитие, 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bg-BG"/>
              </w:rPr>
              <w:t>за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ru-RU"/>
              </w:rPr>
              <w:t xml:space="preserve"> сигурност на информацията</w:t>
            </w:r>
            <w:r w:rsidR="00162A3A" w:rsidRPr="002C7842">
              <w:rPr>
                <w:rFonts w:ascii="Averta PE" w:hAnsi="Averta PE"/>
                <w:i/>
                <w:sz w:val="22"/>
                <w:szCs w:val="22"/>
                <w:lang w:val="bg-BG"/>
              </w:rPr>
              <w:t xml:space="preserve"> и пр.)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690" w:type="dxa"/>
            <w:gridSpan w:val="2"/>
            <w:shd w:val="clear" w:color="auto" w:fill="DFEFF2"/>
            <w:vAlign w:val="center"/>
          </w:tcPr>
          <w:p w14:paraId="0429784F" w14:textId="77777777" w:rsidR="00162A3A" w:rsidRPr="002C7842" w:rsidRDefault="00162A3A" w:rsidP="00E300F8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  <w:tr w:rsidR="00162A3A" w:rsidRPr="002C7842" w14:paraId="0FD85D1A" w14:textId="77777777" w:rsidTr="002C7842">
        <w:trPr>
          <w:cantSplit/>
          <w:trHeight w:val="834"/>
        </w:trPr>
        <w:tc>
          <w:tcPr>
            <w:tcW w:w="9606" w:type="dxa"/>
            <w:gridSpan w:val="4"/>
            <w:tcBorders>
              <w:bottom w:val="single" w:sz="2" w:space="0" w:color="DFEFF2"/>
            </w:tcBorders>
            <w:vAlign w:val="center"/>
          </w:tcPr>
          <w:p w14:paraId="0352F67F" w14:textId="77777777" w:rsidR="00C1216C" w:rsidRPr="002C7842" w:rsidRDefault="00C1216C" w:rsidP="00162A3A">
            <w:pPr>
              <w:rPr>
                <w:rFonts w:ascii="Averta PE" w:hAnsi="Averta PE"/>
                <w:sz w:val="22"/>
                <w:szCs w:val="22"/>
                <w:lang w:val="bg-BG"/>
              </w:rPr>
            </w:pPr>
            <w:r w:rsidRPr="002C7842">
              <w:rPr>
                <w:rFonts w:ascii="Averta PE" w:hAnsi="Averta PE"/>
                <w:sz w:val="22"/>
                <w:szCs w:val="22"/>
                <w:lang w:val="bg-BG"/>
              </w:rPr>
              <w:t>16</w:t>
            </w:r>
            <w:r w:rsidR="00162A3A" w:rsidRPr="002C7842">
              <w:rPr>
                <w:rFonts w:ascii="Averta PE" w:hAnsi="Averta PE"/>
                <w:sz w:val="22"/>
                <w:szCs w:val="22"/>
                <w:lang w:val="bg-BG"/>
              </w:rPr>
              <w:t xml:space="preserve">. Компанията Ви участва ли дългосрочно в дейности на корпоративна социална отговорност, дарителски, доброволчески акции и пр.? Ако „Да“, кои са те? </w:t>
            </w:r>
          </w:p>
        </w:tc>
        <w:tc>
          <w:tcPr>
            <w:tcW w:w="4690" w:type="dxa"/>
            <w:gridSpan w:val="2"/>
            <w:tcBorders>
              <w:bottom w:val="single" w:sz="2" w:space="0" w:color="DFEFF2"/>
            </w:tcBorders>
            <w:shd w:val="clear" w:color="auto" w:fill="DFEFF2"/>
            <w:vAlign w:val="center"/>
          </w:tcPr>
          <w:p w14:paraId="20C710B3" w14:textId="77777777" w:rsidR="00162A3A" w:rsidRPr="002C7842" w:rsidRDefault="00162A3A" w:rsidP="00E300F8">
            <w:pPr>
              <w:rPr>
                <w:rFonts w:ascii="Averta PE" w:hAnsi="Averta PE" w:cs="Arial"/>
                <w:sz w:val="22"/>
                <w:szCs w:val="22"/>
                <w:lang w:val="ru-RU"/>
              </w:rPr>
            </w:pPr>
          </w:p>
        </w:tc>
      </w:tr>
    </w:tbl>
    <w:p w14:paraId="7A787027" w14:textId="77777777" w:rsidR="007170FD" w:rsidRPr="002C7842" w:rsidRDefault="007170FD" w:rsidP="00E77027">
      <w:pPr>
        <w:jc w:val="both"/>
        <w:rPr>
          <w:rFonts w:ascii="Averta PE" w:hAnsi="Averta PE" w:cs="Arial"/>
          <w:sz w:val="22"/>
          <w:szCs w:val="22"/>
          <w:lang w:val="bg-BG"/>
        </w:rPr>
      </w:pPr>
    </w:p>
    <w:sectPr w:rsidR="007170FD" w:rsidRPr="002C7842" w:rsidSect="0072518C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 w:code="1"/>
      <w:pgMar w:top="1418" w:right="851" w:bottom="284" w:left="851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775A3" w14:textId="77777777" w:rsidR="00114730" w:rsidRDefault="00114730">
      <w:r>
        <w:separator/>
      </w:r>
    </w:p>
  </w:endnote>
  <w:endnote w:type="continuationSeparator" w:id="0">
    <w:p w14:paraId="300E74A4" w14:textId="77777777" w:rsidR="00114730" w:rsidRDefault="0011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verta PE">
    <w:panose1 w:val="00000500000000000000"/>
    <w:charset w:val="CC"/>
    <w:family w:val="auto"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llianz Sans">
    <w:altName w:val="Calibri"/>
    <w:charset w:val="00"/>
    <w:family w:val="auto"/>
    <w:pitch w:val="variable"/>
    <w:sig w:usb0="A00000AF" w:usb1="5000E96A" w:usb2="00000000" w:usb3="00000000" w:csb0="0000019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BA5F2" w14:textId="77777777" w:rsidR="00295256" w:rsidRPr="002C7842" w:rsidRDefault="002C7842" w:rsidP="002C7842">
    <w:pPr>
      <w:tabs>
        <w:tab w:val="left" w:pos="630"/>
        <w:tab w:val="right" w:pos="14138"/>
      </w:tabs>
      <w:rPr>
        <w:rFonts w:ascii="Averta PE" w:hAnsi="Averta PE"/>
        <w:lang w:val="bg-BG"/>
      </w:rPr>
    </w:pPr>
    <w:r>
      <w:rPr>
        <w:rFonts w:ascii="Averta PE" w:hAnsi="Averta PE"/>
        <w:lang w:val="bg-BG"/>
      </w:rPr>
      <w:tab/>
    </w:r>
    <w:r>
      <w:rPr>
        <w:rFonts w:ascii="Averta PE" w:hAnsi="Averta PE"/>
        <w:lang w:val="bg-BG"/>
      </w:rPr>
      <w:tab/>
    </w:r>
    <w:r w:rsidR="00295256" w:rsidRPr="002C7842">
      <w:rPr>
        <w:rFonts w:ascii="Averta PE" w:hAnsi="Averta PE"/>
        <w:lang w:val="bg-BG"/>
      </w:rPr>
      <w:t xml:space="preserve">Страница </w:t>
    </w:r>
    <w:r w:rsidR="00295256" w:rsidRPr="002C7842">
      <w:rPr>
        <w:rStyle w:val="PageNumber"/>
        <w:rFonts w:ascii="Averta PE" w:hAnsi="Averta PE"/>
      </w:rPr>
      <w:fldChar w:fldCharType="begin"/>
    </w:r>
    <w:r w:rsidR="00295256" w:rsidRPr="002C7842">
      <w:rPr>
        <w:rStyle w:val="PageNumber"/>
        <w:rFonts w:ascii="Averta PE" w:hAnsi="Averta PE"/>
      </w:rPr>
      <w:instrText xml:space="preserve"> PAGE </w:instrText>
    </w:r>
    <w:r w:rsidR="00295256" w:rsidRPr="002C7842">
      <w:rPr>
        <w:rStyle w:val="PageNumber"/>
        <w:rFonts w:ascii="Averta PE" w:hAnsi="Averta PE"/>
      </w:rPr>
      <w:fldChar w:fldCharType="separate"/>
    </w:r>
    <w:r w:rsidR="00FA7108">
      <w:rPr>
        <w:rStyle w:val="PageNumber"/>
        <w:rFonts w:ascii="Averta PE" w:hAnsi="Averta PE"/>
        <w:noProof/>
      </w:rPr>
      <w:t>4</w:t>
    </w:r>
    <w:r w:rsidR="00295256" w:rsidRPr="002C7842">
      <w:rPr>
        <w:rStyle w:val="PageNumber"/>
        <w:rFonts w:ascii="Averta PE" w:hAnsi="Averta PE"/>
      </w:rPr>
      <w:fldChar w:fldCharType="end"/>
    </w:r>
    <w:r w:rsidR="00295256" w:rsidRPr="002C7842">
      <w:rPr>
        <w:rStyle w:val="PageNumber"/>
        <w:rFonts w:ascii="Averta PE" w:hAnsi="Averta PE"/>
        <w:lang w:val="bg-BG"/>
      </w:rPr>
      <w:t xml:space="preserve"> от </w:t>
    </w:r>
    <w:r w:rsidR="00295256" w:rsidRPr="002C7842">
      <w:rPr>
        <w:rStyle w:val="PageNumber"/>
        <w:rFonts w:ascii="Averta PE" w:hAnsi="Averta PE"/>
      </w:rPr>
      <w:fldChar w:fldCharType="begin"/>
    </w:r>
    <w:r w:rsidR="00295256" w:rsidRPr="002C7842">
      <w:rPr>
        <w:rStyle w:val="PageNumber"/>
        <w:rFonts w:ascii="Averta PE" w:hAnsi="Averta PE"/>
      </w:rPr>
      <w:instrText xml:space="preserve"> NUMPAGES </w:instrText>
    </w:r>
    <w:r w:rsidR="00295256" w:rsidRPr="002C7842">
      <w:rPr>
        <w:rStyle w:val="PageNumber"/>
        <w:rFonts w:ascii="Averta PE" w:hAnsi="Averta PE"/>
      </w:rPr>
      <w:fldChar w:fldCharType="separate"/>
    </w:r>
    <w:r w:rsidR="00FA7108">
      <w:rPr>
        <w:rStyle w:val="PageNumber"/>
        <w:rFonts w:ascii="Averta PE" w:hAnsi="Averta PE"/>
        <w:noProof/>
      </w:rPr>
      <w:t>4</w:t>
    </w:r>
    <w:r w:rsidR="00295256" w:rsidRPr="002C7842">
      <w:rPr>
        <w:rStyle w:val="PageNumber"/>
        <w:rFonts w:ascii="Averta PE" w:hAnsi="Averta P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4064" w14:textId="77777777" w:rsidR="007170FD" w:rsidRPr="002C7842" w:rsidRDefault="009330B3" w:rsidP="007170FD">
    <w:pPr>
      <w:pStyle w:val="Footer"/>
      <w:jc w:val="right"/>
      <w:rPr>
        <w:rFonts w:ascii="Averta PE" w:hAnsi="Averta PE"/>
        <w:sz w:val="18"/>
        <w:szCs w:val="18"/>
      </w:rPr>
    </w:pPr>
    <w:r w:rsidRPr="002C7842">
      <w:rPr>
        <w:rFonts w:ascii="Averta PE" w:hAnsi="Averta PE"/>
        <w:noProof/>
        <w:sz w:val="18"/>
        <w:szCs w:val="18"/>
        <w:lang w:eastAsia="en-US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73B113D7" wp14:editId="6B531856">
              <wp:simplePos x="0" y="0"/>
              <wp:positionH relativeFrom="column">
                <wp:posOffset>-45085</wp:posOffset>
              </wp:positionH>
              <wp:positionV relativeFrom="paragraph">
                <wp:posOffset>-48260</wp:posOffset>
              </wp:positionV>
              <wp:extent cx="4819650" cy="391795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9650" cy="391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576B6" w14:textId="77777777" w:rsidR="002C7842" w:rsidRPr="002C7842" w:rsidRDefault="002C7842" w:rsidP="002C7842">
                          <w:pPr>
                            <w:pStyle w:val="Footer"/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</w:pPr>
                          <w:r w:rsidRPr="002C7842"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  <w:t xml:space="preserve">Алианц </w:t>
                          </w:r>
                          <w:r w:rsidR="00E148AA"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  <w:t xml:space="preserve">Банк </w:t>
                          </w:r>
                          <w:r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  <w:t xml:space="preserve">България </w:t>
                          </w:r>
                          <w:r w:rsidRPr="002C7842"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en-GB"/>
                            </w:rPr>
                            <w:t>I</w:t>
                          </w:r>
                          <w:r w:rsidRPr="002C7842"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  <w:t xml:space="preserve"> Адрес: 1407 София, район Лозенец, ул. Сребърна 16  </w:t>
                          </w:r>
                        </w:p>
                        <w:p w14:paraId="45D7F557" w14:textId="77777777" w:rsidR="002C7842" w:rsidRPr="002C7842" w:rsidRDefault="002C7842" w:rsidP="002C7842">
                          <w:pPr>
                            <w:pStyle w:val="Footer"/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</w:pPr>
                          <w:hyperlink r:id="rId1" w:history="1">
                            <w:r w:rsidRPr="002C7842">
                              <w:rPr>
                                <w:rStyle w:val="Hyperlink"/>
                                <w:rFonts w:ascii="Averta PE" w:hAnsi="Averta PE"/>
                                <w:sz w:val="18"/>
                                <w:szCs w:val="18"/>
                                <w:lang w:val="pl-PL"/>
                              </w:rPr>
                              <w:t>www</w:t>
                            </w:r>
                            <w:r w:rsidRPr="002C7842">
                              <w:rPr>
                                <w:rStyle w:val="Hyperlink"/>
                                <w:rFonts w:ascii="Averta PE" w:hAnsi="Averta PE"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2C7842">
                              <w:rPr>
                                <w:rStyle w:val="Hyperlink"/>
                                <w:rFonts w:ascii="Averta PE" w:hAnsi="Averta PE"/>
                                <w:sz w:val="18"/>
                                <w:szCs w:val="18"/>
                                <w:lang w:val="pl-PL"/>
                              </w:rPr>
                              <w:t>allianz</w:t>
                            </w:r>
                            <w:r w:rsidRPr="002C7842">
                              <w:rPr>
                                <w:rStyle w:val="Hyperlink"/>
                                <w:rFonts w:ascii="Averta PE" w:hAnsi="Averta PE"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2C7842">
                              <w:rPr>
                                <w:rStyle w:val="Hyperlink"/>
                                <w:rFonts w:ascii="Averta PE" w:hAnsi="Averta PE"/>
                                <w:sz w:val="18"/>
                                <w:szCs w:val="18"/>
                                <w:lang w:val="pl-PL"/>
                              </w:rPr>
                              <w:t>bg</w:t>
                            </w:r>
                          </w:hyperlink>
                          <w:r w:rsidRPr="002C7842">
                            <w:rPr>
                              <w:rFonts w:ascii="Averta PE" w:hAnsi="Averta PE"/>
                              <w:color w:val="122B54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B11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3.55pt;margin-top:-3.8pt;width:379.5pt;height:30.8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" stroked="f">
              <v:textbox style="mso-fit-shape-to-text:t">
                <w:txbxContent>
                  <w:p w14:paraId="4AF576B6" w14:textId="77777777" w:rsidR="002C7842" w:rsidRPr="002C7842" w:rsidRDefault="002C7842" w:rsidP="002C7842">
                    <w:pPr>
                      <w:pStyle w:val="Footer"/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</w:pPr>
                    <w:r w:rsidRPr="002C7842"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  <w:t xml:space="preserve">Алианц </w:t>
                    </w:r>
                    <w:r w:rsidR="00E148AA"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  <w:t xml:space="preserve">Банк </w:t>
                    </w:r>
                    <w:r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  <w:t xml:space="preserve">България </w:t>
                    </w:r>
                    <w:r w:rsidRPr="002C7842"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en-GB"/>
                      </w:rPr>
                      <w:t>I</w:t>
                    </w:r>
                    <w:r w:rsidRPr="002C7842"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  <w:t xml:space="preserve"> Адрес: 1407 София, район Лозенец, ул. Сребърна 16  </w:t>
                    </w:r>
                  </w:p>
                  <w:p w14:paraId="45D7F557" w14:textId="77777777" w:rsidR="002C7842" w:rsidRPr="002C7842" w:rsidRDefault="00000000" w:rsidP="002C7842">
                    <w:pPr>
                      <w:pStyle w:val="Footer"/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</w:pPr>
                    <w:hyperlink r:id="rId2" w:history="1">
                      <w:r w:rsidR="002C7842" w:rsidRPr="002C7842">
                        <w:rPr>
                          <w:rStyle w:val="Hyperlink"/>
                          <w:rFonts w:ascii="Averta PE" w:hAnsi="Averta PE"/>
                          <w:sz w:val="18"/>
                          <w:szCs w:val="18"/>
                          <w:lang w:val="pl-PL"/>
                        </w:rPr>
                        <w:t>www</w:t>
                      </w:r>
                      <w:r w:rsidR="002C7842" w:rsidRPr="002C7842">
                        <w:rPr>
                          <w:rStyle w:val="Hyperlink"/>
                          <w:rFonts w:ascii="Averta PE" w:hAnsi="Averta PE"/>
                          <w:sz w:val="18"/>
                          <w:szCs w:val="18"/>
                          <w:lang w:val="ru-RU"/>
                        </w:rPr>
                        <w:t>.</w:t>
                      </w:r>
                      <w:r w:rsidR="002C7842" w:rsidRPr="002C7842">
                        <w:rPr>
                          <w:rStyle w:val="Hyperlink"/>
                          <w:rFonts w:ascii="Averta PE" w:hAnsi="Averta PE"/>
                          <w:sz w:val="18"/>
                          <w:szCs w:val="18"/>
                          <w:lang w:val="pl-PL"/>
                        </w:rPr>
                        <w:t>allianz</w:t>
                      </w:r>
                      <w:r w:rsidR="002C7842" w:rsidRPr="002C7842">
                        <w:rPr>
                          <w:rStyle w:val="Hyperlink"/>
                          <w:rFonts w:ascii="Averta PE" w:hAnsi="Averta PE"/>
                          <w:sz w:val="18"/>
                          <w:szCs w:val="18"/>
                          <w:lang w:val="ru-RU"/>
                        </w:rPr>
                        <w:t>.</w:t>
                      </w:r>
                      <w:r w:rsidR="002C7842" w:rsidRPr="002C7842">
                        <w:rPr>
                          <w:rStyle w:val="Hyperlink"/>
                          <w:rFonts w:ascii="Averta PE" w:hAnsi="Averta PE"/>
                          <w:sz w:val="18"/>
                          <w:szCs w:val="18"/>
                          <w:lang w:val="pl-PL"/>
                        </w:rPr>
                        <w:t>bg</w:t>
                      </w:r>
                    </w:hyperlink>
                    <w:r w:rsidR="002C7842" w:rsidRPr="002C7842">
                      <w:rPr>
                        <w:rFonts w:ascii="Averta PE" w:hAnsi="Averta PE"/>
                        <w:color w:val="122B54"/>
                        <w:sz w:val="18"/>
                        <w:szCs w:val="18"/>
                        <w:lang w:val="ru-RU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170FD" w:rsidRPr="002C7842">
      <w:rPr>
        <w:rFonts w:ascii="Averta PE" w:hAnsi="Averta PE"/>
        <w:sz w:val="18"/>
        <w:szCs w:val="18"/>
        <w:lang w:val="bg-BG"/>
      </w:rPr>
      <w:t>Страница</w:t>
    </w:r>
    <w:r w:rsidR="007170FD" w:rsidRPr="002C7842">
      <w:rPr>
        <w:rFonts w:ascii="Averta PE" w:hAnsi="Averta PE"/>
        <w:sz w:val="18"/>
        <w:szCs w:val="18"/>
      </w:rPr>
      <w:t xml:space="preserve"> </w:t>
    </w:r>
    <w:r w:rsidR="007170FD" w:rsidRPr="002C7842">
      <w:rPr>
        <w:rFonts w:ascii="Averta PE" w:hAnsi="Averta PE"/>
        <w:bCs/>
        <w:sz w:val="18"/>
        <w:szCs w:val="18"/>
      </w:rPr>
      <w:fldChar w:fldCharType="begin"/>
    </w:r>
    <w:r w:rsidR="007170FD" w:rsidRPr="002C7842">
      <w:rPr>
        <w:rFonts w:ascii="Averta PE" w:hAnsi="Averta PE"/>
        <w:bCs/>
        <w:sz w:val="18"/>
        <w:szCs w:val="18"/>
      </w:rPr>
      <w:instrText xml:space="preserve"> PAGE </w:instrText>
    </w:r>
    <w:r w:rsidR="007170FD" w:rsidRPr="002C7842">
      <w:rPr>
        <w:rFonts w:ascii="Averta PE" w:hAnsi="Averta PE"/>
        <w:bCs/>
        <w:sz w:val="18"/>
        <w:szCs w:val="18"/>
      </w:rPr>
      <w:fldChar w:fldCharType="separate"/>
    </w:r>
    <w:r w:rsidR="000A3571">
      <w:rPr>
        <w:rFonts w:ascii="Averta PE" w:hAnsi="Averta PE"/>
        <w:bCs/>
        <w:noProof/>
        <w:sz w:val="18"/>
        <w:szCs w:val="18"/>
      </w:rPr>
      <w:t>1</w:t>
    </w:r>
    <w:r w:rsidR="007170FD" w:rsidRPr="002C7842">
      <w:rPr>
        <w:rFonts w:ascii="Averta PE" w:hAnsi="Averta PE"/>
        <w:bCs/>
        <w:sz w:val="18"/>
        <w:szCs w:val="18"/>
      </w:rPr>
      <w:fldChar w:fldCharType="end"/>
    </w:r>
    <w:r w:rsidR="007170FD" w:rsidRPr="002C7842">
      <w:rPr>
        <w:rFonts w:ascii="Averta PE" w:hAnsi="Averta PE"/>
        <w:sz w:val="18"/>
        <w:szCs w:val="18"/>
      </w:rPr>
      <w:t xml:space="preserve"> </w:t>
    </w:r>
    <w:r w:rsidR="007170FD" w:rsidRPr="002C7842">
      <w:rPr>
        <w:rFonts w:ascii="Averta PE" w:hAnsi="Averta PE"/>
        <w:sz w:val="18"/>
        <w:szCs w:val="18"/>
        <w:lang w:val="bg-BG"/>
      </w:rPr>
      <w:t>от</w:t>
    </w:r>
    <w:r w:rsidR="007170FD" w:rsidRPr="002C7842">
      <w:rPr>
        <w:rFonts w:ascii="Averta PE" w:hAnsi="Averta PE"/>
        <w:sz w:val="18"/>
        <w:szCs w:val="18"/>
      </w:rPr>
      <w:t xml:space="preserve"> </w:t>
    </w:r>
    <w:r w:rsidR="007170FD" w:rsidRPr="002C7842">
      <w:rPr>
        <w:rFonts w:ascii="Averta PE" w:hAnsi="Averta PE"/>
        <w:bCs/>
        <w:sz w:val="18"/>
        <w:szCs w:val="18"/>
      </w:rPr>
      <w:fldChar w:fldCharType="begin"/>
    </w:r>
    <w:r w:rsidR="007170FD" w:rsidRPr="002C7842">
      <w:rPr>
        <w:rFonts w:ascii="Averta PE" w:hAnsi="Averta PE"/>
        <w:bCs/>
        <w:sz w:val="18"/>
        <w:szCs w:val="18"/>
      </w:rPr>
      <w:instrText xml:space="preserve"> NUMPAGES  </w:instrText>
    </w:r>
    <w:r w:rsidR="007170FD" w:rsidRPr="002C7842">
      <w:rPr>
        <w:rFonts w:ascii="Averta PE" w:hAnsi="Averta PE"/>
        <w:bCs/>
        <w:sz w:val="18"/>
        <w:szCs w:val="18"/>
      </w:rPr>
      <w:fldChar w:fldCharType="separate"/>
    </w:r>
    <w:r w:rsidR="000A3571">
      <w:rPr>
        <w:rFonts w:ascii="Averta PE" w:hAnsi="Averta PE"/>
        <w:bCs/>
        <w:noProof/>
        <w:sz w:val="18"/>
        <w:szCs w:val="18"/>
      </w:rPr>
      <w:t>1</w:t>
    </w:r>
    <w:r w:rsidR="007170FD" w:rsidRPr="002C7842">
      <w:rPr>
        <w:rFonts w:ascii="Averta PE" w:hAnsi="Averta PE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5643A" w14:textId="77777777" w:rsidR="00114730" w:rsidRDefault="00114730">
      <w:r>
        <w:separator/>
      </w:r>
    </w:p>
  </w:footnote>
  <w:footnote w:type="continuationSeparator" w:id="0">
    <w:p w14:paraId="0675A7C0" w14:textId="77777777" w:rsidR="00114730" w:rsidRDefault="00114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BA8A" w14:textId="77777777" w:rsidR="00295256" w:rsidRPr="000728DB" w:rsidRDefault="009330B3" w:rsidP="002C7842">
    <w:pPr>
      <w:tabs>
        <w:tab w:val="left" w:pos="360"/>
        <w:tab w:val="left" w:pos="10560"/>
      </w:tabs>
      <w:rPr>
        <w:rFonts w:ascii="Allianz Sans" w:hAnsi="Allianz Sans" w:cs="Arial"/>
        <w:sz w:val="24"/>
        <w:szCs w:val="24"/>
        <w:lang w:val="bg-BG"/>
      </w:rPr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0AB31F28" wp14:editId="14BF00EC">
              <wp:simplePos x="0" y="0"/>
              <wp:positionH relativeFrom="column">
                <wp:posOffset>7222490</wp:posOffset>
              </wp:positionH>
              <wp:positionV relativeFrom="paragraph">
                <wp:posOffset>116205</wp:posOffset>
              </wp:positionV>
              <wp:extent cx="2466975" cy="696595"/>
              <wp:effectExtent l="0" t="0" r="9525" b="381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696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9978C" w14:textId="77777777" w:rsidR="008236B3" w:rsidRDefault="008236B3" w:rsidP="008236B3">
                          <w:pPr>
                            <w:pStyle w:val="Header"/>
                            <w:rPr>
                              <w:rFonts w:ascii="Averta PE" w:hAnsi="Averta PE"/>
                              <w:b/>
                              <w:bCs/>
                              <w:lang w:val="bg-BG"/>
                            </w:rPr>
                          </w:pPr>
                          <w:r>
                            <w:rPr>
                              <w:rFonts w:ascii="Averta PE" w:hAnsi="Averta PE"/>
                              <w:b/>
                              <w:bCs/>
                            </w:rPr>
                            <w:t>Алианц Банк България</w:t>
                          </w:r>
                        </w:p>
                        <w:p w14:paraId="4F97BCE3" w14:textId="77777777" w:rsidR="002C7842" w:rsidRPr="002C7842" w:rsidRDefault="002C7842" w:rsidP="002C7842">
                          <w:pPr>
                            <w:tabs>
                              <w:tab w:val="left" w:pos="360"/>
                            </w:tabs>
                            <w:rPr>
                              <w:rFonts w:ascii="Averta PE" w:hAnsi="Averta PE" w:cs="Arial"/>
                              <w:b/>
                              <w:bCs/>
                              <w:color w:val="003781"/>
                              <w:sz w:val="24"/>
                              <w:szCs w:val="24"/>
                              <w:lang w:val="bg-BG"/>
                            </w:rPr>
                          </w:pPr>
                        </w:p>
                        <w:p w14:paraId="0B362104" w14:textId="77777777" w:rsidR="002C7842" w:rsidRPr="002C7842" w:rsidRDefault="002C7842">
                          <w:pPr>
                            <w:rPr>
                              <w:b/>
                              <w:bCs/>
                              <w:color w:val="003781"/>
                              <w:sz w:val="28"/>
                              <w:szCs w:val="28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B31F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8.7pt;margin-top:9.15pt;width:194.25pt;height:54.8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" stroked="f">
              <v:textbox style="mso-fit-shape-to-text:t">
                <w:txbxContent>
                  <w:p w14:paraId="6DD9978C" w14:textId="77777777" w:rsidR="008236B3" w:rsidRDefault="008236B3" w:rsidP="008236B3">
                    <w:pPr>
                      <w:pStyle w:val="Header"/>
                      <w:rPr>
                        <w:rFonts w:ascii="Averta PE" w:hAnsi="Averta PE"/>
                        <w:b/>
                        <w:bCs/>
                        <w:lang w:val="bg-BG"/>
                      </w:rPr>
                    </w:pPr>
                    <w:r>
                      <w:rPr>
                        <w:rFonts w:ascii="Averta PE" w:hAnsi="Averta PE"/>
                        <w:b/>
                        <w:bCs/>
                      </w:rPr>
                      <w:t>Алианц Банк България</w:t>
                    </w:r>
                  </w:p>
                  <w:p w14:paraId="4F97BCE3" w14:textId="77777777" w:rsidR="002C7842" w:rsidRPr="002C7842" w:rsidRDefault="002C7842" w:rsidP="002C7842">
                    <w:pPr>
                      <w:tabs>
                        <w:tab w:val="left" w:pos="360"/>
                      </w:tabs>
                      <w:rPr>
                        <w:rFonts w:ascii="Averta PE" w:hAnsi="Averta PE" w:cs="Arial"/>
                        <w:b/>
                        <w:bCs/>
                        <w:color w:val="003781"/>
                        <w:sz w:val="24"/>
                        <w:szCs w:val="24"/>
                        <w:lang w:val="bg-BG"/>
                      </w:rPr>
                    </w:pPr>
                  </w:p>
                  <w:p w14:paraId="0B362104" w14:textId="77777777" w:rsidR="002C7842" w:rsidRPr="002C7842" w:rsidRDefault="002C7842">
                    <w:pPr>
                      <w:rPr>
                        <w:b/>
                        <w:bCs/>
                        <w:color w:val="003781"/>
                        <w:sz w:val="28"/>
                        <w:szCs w:val="28"/>
                        <w:lang w:val="bg-BG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llianz Sans" w:hAnsi="Allianz Sans"/>
        <w:noProof/>
        <w:sz w:val="24"/>
        <w:szCs w:val="24"/>
        <w:lang w:eastAsia="en-US"/>
      </w:rPr>
      <w:drawing>
        <wp:inline distT="0" distB="0" distL="0" distR="0" wp14:anchorId="7E932AD5" wp14:editId="6EDF2A0F">
          <wp:extent cx="2019935" cy="504825"/>
          <wp:effectExtent l="0" t="0" r="0" b="0"/>
          <wp:docPr id="1" name="Picture 1" descr="AZ_Logo_positiv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Z_Logo_positiv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5256" w:rsidRPr="000728DB">
      <w:rPr>
        <w:rFonts w:ascii="Allianz Sans" w:hAnsi="Allianz Sans"/>
        <w:sz w:val="24"/>
        <w:szCs w:val="24"/>
        <w:lang w:val="bg-BG"/>
      </w:rPr>
      <w:t xml:space="preserve"> </w:t>
    </w:r>
    <w:r w:rsidR="002C7842">
      <w:rPr>
        <w:rFonts w:ascii="Allianz Sans" w:hAnsi="Allianz Sans"/>
        <w:sz w:val="24"/>
        <w:szCs w:val="24"/>
        <w:lang w:val="bg-BG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CDC10" w14:textId="38B0E824" w:rsidR="003146E1" w:rsidRDefault="009330B3" w:rsidP="002C7842">
    <w:pPr>
      <w:pStyle w:val="Header"/>
      <w:rPr>
        <w:rFonts w:asciiTheme="minorHAnsi" w:hAnsiTheme="minorHAnsi" w:cs="Arial"/>
        <w:sz w:val="28"/>
        <w:szCs w:val="28"/>
        <w:lang w:val="bg-BG"/>
      </w:rPr>
    </w:pPr>
    <w:r>
      <w:rPr>
        <w:rFonts w:ascii="Allianz Sans" w:hAnsi="Allianz Sans"/>
        <w:noProof/>
        <w:sz w:val="24"/>
        <w:szCs w:val="24"/>
        <w:lang w:eastAsia="en-US"/>
      </w:rPr>
      <w:drawing>
        <wp:inline distT="0" distB="0" distL="0" distR="0" wp14:anchorId="4EF4ADDA" wp14:editId="75C689B0">
          <wp:extent cx="2019935" cy="504825"/>
          <wp:effectExtent l="0" t="0" r="0" b="0"/>
          <wp:docPr id="2" name="Picture 2" descr="AZ_Logo_positiv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Z_Logo_positiv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2486B" w14:textId="77777777" w:rsidR="00CC404A" w:rsidRDefault="00CC404A" w:rsidP="00CC404A">
    <w:pPr>
      <w:pStyle w:val="Header"/>
      <w:rPr>
        <w:rFonts w:ascii="Averta PE" w:hAnsi="Averta PE"/>
        <w:lang w:val="bg-BG"/>
      </w:rPr>
    </w:pPr>
  </w:p>
  <w:p w14:paraId="75F56F0F" w14:textId="5C9D1242" w:rsidR="00CC404A" w:rsidRPr="00857A61" w:rsidRDefault="00CC404A" w:rsidP="00CC404A">
    <w:pPr>
      <w:pStyle w:val="Header"/>
      <w:rPr>
        <w:rFonts w:ascii="Averta PE" w:hAnsi="Averta PE"/>
        <w:lang w:val="bg-BG"/>
      </w:rPr>
    </w:pPr>
    <w:proofErr w:type="spellStart"/>
    <w:r w:rsidRPr="00857A61">
      <w:rPr>
        <w:rFonts w:ascii="Averta PE" w:hAnsi="Averta PE"/>
      </w:rPr>
      <w:t>Алианц</w:t>
    </w:r>
    <w:proofErr w:type="spellEnd"/>
    <w:r w:rsidRPr="00857A61">
      <w:rPr>
        <w:rFonts w:ascii="Averta PE" w:hAnsi="Averta PE"/>
      </w:rPr>
      <w:t xml:space="preserve"> </w:t>
    </w:r>
    <w:proofErr w:type="spellStart"/>
    <w:r w:rsidRPr="00857A61">
      <w:rPr>
        <w:rFonts w:ascii="Averta PE" w:hAnsi="Averta PE"/>
      </w:rPr>
      <w:t>Банк</w:t>
    </w:r>
    <w:proofErr w:type="spellEnd"/>
    <w:r w:rsidRPr="00857A61">
      <w:rPr>
        <w:rFonts w:ascii="Averta PE" w:hAnsi="Averta PE"/>
      </w:rPr>
      <w:t xml:space="preserve"> </w:t>
    </w:r>
    <w:proofErr w:type="spellStart"/>
    <w:r w:rsidRPr="00857A61">
      <w:rPr>
        <w:rFonts w:ascii="Averta PE" w:hAnsi="Averta PE"/>
      </w:rPr>
      <w:t>България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B56A2"/>
    <w:multiLevelType w:val="singleLevel"/>
    <w:tmpl w:val="AB6AAE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D47564F"/>
    <w:multiLevelType w:val="hybridMultilevel"/>
    <w:tmpl w:val="28849D6A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2E1597C"/>
    <w:multiLevelType w:val="singleLevel"/>
    <w:tmpl w:val="8640D0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9987459"/>
    <w:multiLevelType w:val="hybridMultilevel"/>
    <w:tmpl w:val="C644B0C0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59F51C3"/>
    <w:multiLevelType w:val="hybridMultilevel"/>
    <w:tmpl w:val="EB1E7CF0"/>
    <w:lvl w:ilvl="0" w:tplc="0402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43E36D2"/>
    <w:multiLevelType w:val="hybridMultilevel"/>
    <w:tmpl w:val="A660421E"/>
    <w:lvl w:ilvl="0" w:tplc="0402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AE56AF2"/>
    <w:multiLevelType w:val="hybridMultilevel"/>
    <w:tmpl w:val="55DC6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B22F4"/>
    <w:multiLevelType w:val="hybridMultilevel"/>
    <w:tmpl w:val="58D45936"/>
    <w:lvl w:ilvl="0" w:tplc="D48CA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389B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03872B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2EAAC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5306C2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C15EEA4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D71AA2C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80A3B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6466DA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BB90B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C0A4684"/>
    <w:multiLevelType w:val="hybridMultilevel"/>
    <w:tmpl w:val="FDCABF4A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EC46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45202E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1E2786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990F5E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FFAF83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7D4432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849F0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5B0E33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F2B48FB"/>
    <w:multiLevelType w:val="hybridMultilevel"/>
    <w:tmpl w:val="FDD099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31BBB"/>
    <w:multiLevelType w:val="singleLevel"/>
    <w:tmpl w:val="23EA45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6FBB1947"/>
    <w:multiLevelType w:val="hybridMultilevel"/>
    <w:tmpl w:val="C43A5FB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CD4ABA"/>
    <w:multiLevelType w:val="singleLevel"/>
    <w:tmpl w:val="152C7A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311235D"/>
    <w:multiLevelType w:val="singleLevel"/>
    <w:tmpl w:val="A440C4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73C22999"/>
    <w:multiLevelType w:val="hybridMultilevel"/>
    <w:tmpl w:val="29C824FC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8933A3"/>
    <w:multiLevelType w:val="hybridMultilevel"/>
    <w:tmpl w:val="6FF0EDAA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10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F1F0E61"/>
    <w:multiLevelType w:val="hybridMultilevel"/>
    <w:tmpl w:val="85688738"/>
    <w:lvl w:ilvl="0" w:tplc="FFB8D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EC46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45202E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1E2786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990F5E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FFAF83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7D4432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849F0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5B0E33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045712016">
    <w:abstractNumId w:val="8"/>
  </w:num>
  <w:num w:numId="2" w16cid:durableId="964849762">
    <w:abstractNumId w:val="2"/>
  </w:num>
  <w:num w:numId="3" w16cid:durableId="1281763821">
    <w:abstractNumId w:val="11"/>
  </w:num>
  <w:num w:numId="4" w16cid:durableId="379482828">
    <w:abstractNumId w:val="13"/>
  </w:num>
  <w:num w:numId="5" w16cid:durableId="314530488">
    <w:abstractNumId w:val="0"/>
  </w:num>
  <w:num w:numId="6" w16cid:durableId="1052071817">
    <w:abstractNumId w:val="14"/>
  </w:num>
  <w:num w:numId="7" w16cid:durableId="144591134">
    <w:abstractNumId w:val="17"/>
  </w:num>
  <w:num w:numId="8" w16cid:durableId="1543636794">
    <w:abstractNumId w:val="4"/>
  </w:num>
  <w:num w:numId="9" w16cid:durableId="392848671">
    <w:abstractNumId w:val="5"/>
  </w:num>
  <w:num w:numId="10" w16cid:durableId="1390416834">
    <w:abstractNumId w:val="16"/>
  </w:num>
  <w:num w:numId="11" w16cid:durableId="424423626">
    <w:abstractNumId w:val="7"/>
  </w:num>
  <w:num w:numId="12" w16cid:durableId="245766460">
    <w:abstractNumId w:val="18"/>
  </w:num>
  <w:num w:numId="13" w16cid:durableId="1987975042">
    <w:abstractNumId w:val="9"/>
  </w:num>
  <w:num w:numId="14" w16cid:durableId="1552038160">
    <w:abstractNumId w:val="15"/>
  </w:num>
  <w:num w:numId="15" w16cid:durableId="103430836">
    <w:abstractNumId w:val="3"/>
  </w:num>
  <w:num w:numId="16" w16cid:durableId="1844738030">
    <w:abstractNumId w:val="1"/>
  </w:num>
  <w:num w:numId="17" w16cid:durableId="65229746">
    <w:abstractNumId w:val="10"/>
  </w:num>
  <w:num w:numId="18" w16cid:durableId="643313351">
    <w:abstractNumId w:val="12"/>
  </w:num>
  <w:num w:numId="19" w16cid:durableId="1795366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0D"/>
    <w:rsid w:val="00020D59"/>
    <w:rsid w:val="00046D85"/>
    <w:rsid w:val="00065E6E"/>
    <w:rsid w:val="000728DB"/>
    <w:rsid w:val="000A3571"/>
    <w:rsid w:val="000C1157"/>
    <w:rsid w:val="000C1FD2"/>
    <w:rsid w:val="000F7385"/>
    <w:rsid w:val="00114730"/>
    <w:rsid w:val="00120808"/>
    <w:rsid w:val="001220D0"/>
    <w:rsid w:val="001619DA"/>
    <w:rsid w:val="00162A3A"/>
    <w:rsid w:val="00183ADD"/>
    <w:rsid w:val="001B3874"/>
    <w:rsid w:val="001D4709"/>
    <w:rsid w:val="001E50A9"/>
    <w:rsid w:val="001F6031"/>
    <w:rsid w:val="0020348C"/>
    <w:rsid w:val="00231FFD"/>
    <w:rsid w:val="0023668D"/>
    <w:rsid w:val="00250ED6"/>
    <w:rsid w:val="0025675F"/>
    <w:rsid w:val="00264643"/>
    <w:rsid w:val="00286D1E"/>
    <w:rsid w:val="00295256"/>
    <w:rsid w:val="002B0033"/>
    <w:rsid w:val="002C7842"/>
    <w:rsid w:val="002D25CC"/>
    <w:rsid w:val="002D42CA"/>
    <w:rsid w:val="002E124A"/>
    <w:rsid w:val="002E2AD2"/>
    <w:rsid w:val="00301EA0"/>
    <w:rsid w:val="0030397C"/>
    <w:rsid w:val="003146E1"/>
    <w:rsid w:val="00343CB0"/>
    <w:rsid w:val="00362FD0"/>
    <w:rsid w:val="00396ECB"/>
    <w:rsid w:val="00404889"/>
    <w:rsid w:val="004212C0"/>
    <w:rsid w:val="0042253E"/>
    <w:rsid w:val="00431AEE"/>
    <w:rsid w:val="00467CC3"/>
    <w:rsid w:val="004777A4"/>
    <w:rsid w:val="00482570"/>
    <w:rsid w:val="0049548D"/>
    <w:rsid w:val="004B0AC0"/>
    <w:rsid w:val="004B3181"/>
    <w:rsid w:val="004D49A9"/>
    <w:rsid w:val="00553C19"/>
    <w:rsid w:val="00554DB6"/>
    <w:rsid w:val="00572AB4"/>
    <w:rsid w:val="005C34FC"/>
    <w:rsid w:val="005D46D6"/>
    <w:rsid w:val="005E2F8E"/>
    <w:rsid w:val="00631EB0"/>
    <w:rsid w:val="0063797C"/>
    <w:rsid w:val="00646355"/>
    <w:rsid w:val="006951EA"/>
    <w:rsid w:val="006A01B9"/>
    <w:rsid w:val="006A3F09"/>
    <w:rsid w:val="006D41A6"/>
    <w:rsid w:val="006E55E1"/>
    <w:rsid w:val="006F2605"/>
    <w:rsid w:val="007170FD"/>
    <w:rsid w:val="00721D66"/>
    <w:rsid w:val="00722C4B"/>
    <w:rsid w:val="0072518C"/>
    <w:rsid w:val="0073003E"/>
    <w:rsid w:val="00733DB3"/>
    <w:rsid w:val="00744716"/>
    <w:rsid w:val="00745F66"/>
    <w:rsid w:val="00747292"/>
    <w:rsid w:val="007516EE"/>
    <w:rsid w:val="00771800"/>
    <w:rsid w:val="00771BD3"/>
    <w:rsid w:val="007B4EB6"/>
    <w:rsid w:val="007E3BB2"/>
    <w:rsid w:val="00803B03"/>
    <w:rsid w:val="00804C8B"/>
    <w:rsid w:val="008236B3"/>
    <w:rsid w:val="0083703D"/>
    <w:rsid w:val="00851E8B"/>
    <w:rsid w:val="00873E21"/>
    <w:rsid w:val="00876367"/>
    <w:rsid w:val="008866F3"/>
    <w:rsid w:val="008A762B"/>
    <w:rsid w:val="008E4189"/>
    <w:rsid w:val="008E77FF"/>
    <w:rsid w:val="008F3E43"/>
    <w:rsid w:val="0091212A"/>
    <w:rsid w:val="009176A0"/>
    <w:rsid w:val="009330B3"/>
    <w:rsid w:val="009526CF"/>
    <w:rsid w:val="009556AE"/>
    <w:rsid w:val="00994E83"/>
    <w:rsid w:val="009A20B9"/>
    <w:rsid w:val="009A3B9B"/>
    <w:rsid w:val="009D42CA"/>
    <w:rsid w:val="009D585C"/>
    <w:rsid w:val="00A03830"/>
    <w:rsid w:val="00A12793"/>
    <w:rsid w:val="00A26DDD"/>
    <w:rsid w:val="00AA6C58"/>
    <w:rsid w:val="00AB150D"/>
    <w:rsid w:val="00AB791A"/>
    <w:rsid w:val="00AF0AA9"/>
    <w:rsid w:val="00B3530D"/>
    <w:rsid w:val="00B61AEA"/>
    <w:rsid w:val="00BC6C6F"/>
    <w:rsid w:val="00BE7F67"/>
    <w:rsid w:val="00BF7013"/>
    <w:rsid w:val="00C10A88"/>
    <w:rsid w:val="00C1216C"/>
    <w:rsid w:val="00C305C6"/>
    <w:rsid w:val="00C338C3"/>
    <w:rsid w:val="00C629EE"/>
    <w:rsid w:val="00C908C2"/>
    <w:rsid w:val="00CA252C"/>
    <w:rsid w:val="00CA7B00"/>
    <w:rsid w:val="00CB3DA3"/>
    <w:rsid w:val="00CC06D5"/>
    <w:rsid w:val="00CC404A"/>
    <w:rsid w:val="00CF271C"/>
    <w:rsid w:val="00CF72C1"/>
    <w:rsid w:val="00D23E21"/>
    <w:rsid w:val="00D827A8"/>
    <w:rsid w:val="00D852CF"/>
    <w:rsid w:val="00D86759"/>
    <w:rsid w:val="00DD1517"/>
    <w:rsid w:val="00E148AA"/>
    <w:rsid w:val="00E22BE6"/>
    <w:rsid w:val="00E300F8"/>
    <w:rsid w:val="00E36D8C"/>
    <w:rsid w:val="00E66F1F"/>
    <w:rsid w:val="00E77027"/>
    <w:rsid w:val="00E82B0E"/>
    <w:rsid w:val="00E911EC"/>
    <w:rsid w:val="00E926B8"/>
    <w:rsid w:val="00EA51FE"/>
    <w:rsid w:val="00ED5AE6"/>
    <w:rsid w:val="00F12E62"/>
    <w:rsid w:val="00F2117C"/>
    <w:rsid w:val="00F24558"/>
    <w:rsid w:val="00F2706A"/>
    <w:rsid w:val="00F46CE5"/>
    <w:rsid w:val="00F63017"/>
    <w:rsid w:val="00F777FA"/>
    <w:rsid w:val="00F80864"/>
    <w:rsid w:val="00F94B93"/>
    <w:rsid w:val="00FA7108"/>
    <w:rsid w:val="00FB149B"/>
    <w:rsid w:val="00FC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83BA588"/>
  <w15:chartTrackingRefBased/>
  <w15:docId w15:val="{25059CDF-D0B2-4F6F-9ED9-6A3BBD58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bg-BG"/>
    </w:rPr>
  </w:style>
  <w:style w:type="paragraph" w:styleId="Heading2">
    <w:name w:val="heading 2"/>
    <w:basedOn w:val="Normal"/>
    <w:next w:val="Normal"/>
    <w:qFormat/>
    <w:rsid w:val="001F60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Arial" w:hAnsi="Arial"/>
      <w:b/>
      <w:sz w:val="24"/>
      <w:lang w:val="bg-BG"/>
    </w:rPr>
  </w:style>
  <w:style w:type="character" w:styleId="Hyperlink">
    <w:name w:val="Hyperlink"/>
    <w:rsid w:val="00B3530D"/>
    <w:rPr>
      <w:color w:val="0000FF"/>
      <w:u w:val="single"/>
    </w:rPr>
  </w:style>
  <w:style w:type="character" w:styleId="FollowedHyperlink">
    <w:name w:val="FollowedHyperlink"/>
    <w:rsid w:val="00B3530D"/>
    <w:rPr>
      <w:color w:val="800080"/>
      <w:u w:val="single"/>
    </w:rPr>
  </w:style>
  <w:style w:type="character" w:styleId="PageNumber">
    <w:name w:val="page number"/>
    <w:basedOn w:val="DefaultParagraphFont"/>
    <w:rsid w:val="00C10A88"/>
  </w:style>
  <w:style w:type="paragraph" w:styleId="BalloonText">
    <w:name w:val="Balloon Text"/>
    <w:basedOn w:val="Normal"/>
    <w:semiHidden/>
    <w:rsid w:val="004048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8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170FD"/>
    <w:rPr>
      <w:lang w:val="en-US"/>
    </w:rPr>
  </w:style>
  <w:style w:type="paragraph" w:styleId="ListParagraph">
    <w:name w:val="List Paragraph"/>
    <w:basedOn w:val="Normal"/>
    <w:uiPriority w:val="34"/>
    <w:qFormat/>
    <w:rsid w:val="00C1216C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2C7842"/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ianz.bg" TargetMode="External"/><Relationship Id="rId1" Type="http://schemas.openxmlformats.org/officeDocument/2006/relationships/hyperlink" Target="http://www.allianz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&#1079;&#1072;&#1087;&#1086;&#1074;&#1077;&#1076;&#1080;\&#1055;&#1083;&#1072;&#1085;&#1086;&#1074;&#1072;%20&#1087;&#1088;&#1086;&#1074;&#1077;&#1088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13a9d6f1b4aca2f7d0e75a4f7a6d21c5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72bff264234d50e38c6b0ce19230a1d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1434902C-87C5-4064-A098-95D551ED8238}"/>
</file>

<file path=customXml/itemProps2.xml><?xml version="1.0" encoding="utf-8"?>
<ds:datastoreItem xmlns:ds="http://schemas.openxmlformats.org/officeDocument/2006/customXml" ds:itemID="{EF8E3FBE-793D-4473-98A4-1F6D31E1E60A}"/>
</file>

<file path=customXml/itemProps3.xml><?xml version="1.0" encoding="utf-8"?>
<ds:datastoreItem xmlns:ds="http://schemas.openxmlformats.org/officeDocument/2006/customXml" ds:itemID="{FDEE6B81-87F5-4603-B290-5DB4E67D6825}"/>
</file>

<file path=docProps/app.xml><?xml version="1.0" encoding="utf-8"?>
<Properties xmlns="http://schemas.openxmlformats.org/officeDocument/2006/extended-properties" xmlns:vt="http://schemas.openxmlformats.org/officeDocument/2006/docPropsVTypes">
  <Template>Планова проверка</Template>
  <TotalTime>9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121</vt:lpstr>
    </vt:vector>
  </TitlesOfParts>
  <Company>CB BULGARIA</Company>
  <LinksUpToDate>false</LinksUpToDate>
  <CharactersWithSpaces>6108</CharactersWithSpaces>
  <SharedDoc>false</SharedDoc>
  <HLinks>
    <vt:vector size="6" baseType="variant">
      <vt:variant>
        <vt:i4>7340146</vt:i4>
      </vt:variant>
      <vt:variant>
        <vt:i4>0</vt:i4>
      </vt:variant>
      <vt:variant>
        <vt:i4>0</vt:i4>
      </vt:variant>
      <vt:variant>
        <vt:i4>5</vt:i4>
      </vt:variant>
      <vt:variant>
        <vt:lpwstr>http://www.allianz.bg/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</dc:title>
  <dc:subject/>
  <dc:creator>Allianz</dc:creator>
  <cp:keywords/>
  <cp:lastModifiedBy>Simeonova, Zornitsa (Allianz Bank Bulgaria AD)</cp:lastModifiedBy>
  <cp:revision>9</cp:revision>
  <cp:lastPrinted>2022-03-18T07:59:00Z</cp:lastPrinted>
  <dcterms:created xsi:type="dcterms:W3CDTF">2022-03-16T14:16:00Z</dcterms:created>
  <dcterms:modified xsi:type="dcterms:W3CDTF">2026-02-16T11:19:00Z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e5f591a-3248-43e9-9b70-1ad50135772d_Enabled">
    <vt:lpwstr>true</vt:lpwstr>
  </property>
  <property fmtid="{D5CDD505-2E9C-101B-9397-08002B2CF9AE}" pid="4" name="MSIP_Label_ce5f591a-3248-43e9-9b70-1ad50135772d_SetDate">
    <vt:lpwstr>2021-09-27T07:33:46Z</vt:lpwstr>
  </property>
  <property fmtid="{D5CDD505-2E9C-101B-9397-08002B2CF9AE}" pid="5" name="MSIP_Label_ce5f591a-3248-43e9-9b70-1ad50135772d_Method">
    <vt:lpwstr>Privileged</vt:lpwstr>
  </property>
  <property fmtid="{D5CDD505-2E9C-101B-9397-08002B2CF9AE}" pid="6" name="MSIP_Label_ce5f591a-3248-43e9-9b70-1ad50135772d_Name">
    <vt:lpwstr>ce5f591a-3248-43e9-9b70-1ad50135772d</vt:lpwstr>
  </property>
  <property fmtid="{D5CDD505-2E9C-101B-9397-08002B2CF9AE}" pid="7" name="MSIP_Label_ce5f591a-3248-43e9-9b70-1ad50135772d_SiteId">
    <vt:lpwstr>6e06e42d-6925-47c6-b9e7-9581c7ca302a</vt:lpwstr>
  </property>
  <property fmtid="{D5CDD505-2E9C-101B-9397-08002B2CF9AE}" pid="8" name="MSIP_Label_ce5f591a-3248-43e9-9b70-1ad50135772d_ActionId">
    <vt:lpwstr>371c10bf-39e5-4879-b818-0ac5690d8306</vt:lpwstr>
  </property>
  <property fmtid="{D5CDD505-2E9C-101B-9397-08002B2CF9AE}" pid="9" name="MSIP_Label_ce5f591a-3248-43e9-9b70-1ad50135772d_ContentBits">
    <vt:lpwstr>0</vt:lpwstr>
  </property>
  <property fmtid="{D5CDD505-2E9C-101B-9397-08002B2CF9AE}" pid="10" name="ContentTypeId">
    <vt:lpwstr>0x010100125D78925D459C4792E0AB097CA57A8700BD00C52CCB25AC4F93C30C338115238F</vt:lpwstr>
  </property>
</Properties>
</file>